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47B34E" w14:textId="74C99EDA" w:rsidR="00D26466" w:rsidRPr="00993C8C" w:rsidRDefault="00A83A77" w:rsidP="00B666A3">
      <w:pPr>
        <w:pStyle w:val="Heading1"/>
        <w:spacing w:line="312" w:lineRule="auto"/>
        <w:rPr>
          <w:vertAlign w:val="subscript"/>
        </w:rPr>
      </w:pPr>
      <w:r>
        <w:t>Dual Enrollment Work-Based</w:t>
      </w:r>
      <w:r w:rsidR="396C3542">
        <w:t xml:space="preserve"> </w:t>
      </w:r>
      <w:r>
        <w:t>Course</w:t>
      </w:r>
      <w:r w:rsidR="00B666A3" w:rsidRPr="073A0C39">
        <w:rPr>
          <w:vertAlign w:val="subscript"/>
        </w:rPr>
        <w:t xml:space="preserve"> </w:t>
      </w:r>
      <w:r w:rsidRPr="073A0C39">
        <w:rPr>
          <w:color w:val="auto"/>
        </w:rPr>
        <w:t>Employer Partner</w:t>
      </w:r>
      <w:r w:rsidR="69E48585" w:rsidRPr="073A0C39">
        <w:rPr>
          <w:color w:val="auto"/>
        </w:rPr>
        <w:t xml:space="preserve"> </w:t>
      </w:r>
      <w:r w:rsidRPr="073A0C39">
        <w:rPr>
          <w:color w:val="auto"/>
        </w:rPr>
        <w:t>Grading &amp; Assessment Rubric</w:t>
      </w:r>
    </w:p>
    <w:p w14:paraId="2BE370FF" w14:textId="77777777" w:rsidR="009E38EA" w:rsidRPr="00D26466" w:rsidRDefault="009E38EA" w:rsidP="009E38EA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8" w:type="dxa"/>
          <w:left w:w="0" w:type="dxa"/>
          <w:bottom w:w="58" w:type="dxa"/>
        </w:tblCellMar>
        <w:tblLook w:val="04A0" w:firstRow="1" w:lastRow="0" w:firstColumn="1" w:lastColumn="0" w:noHBand="0" w:noVBand="1"/>
      </w:tblPr>
      <w:tblGrid>
        <w:gridCol w:w="3116"/>
        <w:gridCol w:w="3814"/>
        <w:gridCol w:w="2430"/>
      </w:tblGrid>
      <w:tr w:rsidR="00A83A77" w14:paraId="51E525C9" w14:textId="77777777" w:rsidTr="009E38EA">
        <w:trPr>
          <w:trHeight w:val="341"/>
        </w:trPr>
        <w:tc>
          <w:tcPr>
            <w:tcW w:w="9360" w:type="dxa"/>
            <w:gridSpan w:val="3"/>
          </w:tcPr>
          <w:p w14:paraId="5A002054" w14:textId="77777777" w:rsidR="00A83A77" w:rsidRPr="00A83A77" w:rsidRDefault="00A83A77" w:rsidP="005B4141">
            <w:pPr>
              <w:spacing w:before="0" w:after="0"/>
              <w:rPr>
                <w:b/>
                <w:bCs/>
                <w:sz w:val="24"/>
                <w:szCs w:val="24"/>
              </w:rPr>
            </w:pPr>
            <w:r w:rsidRPr="00A83A77">
              <w:rPr>
                <w:b/>
                <w:bCs/>
                <w:sz w:val="24"/>
                <w:szCs w:val="24"/>
              </w:rPr>
              <w:t xml:space="preserve">Proficiency Rating: </w:t>
            </w:r>
          </w:p>
        </w:tc>
      </w:tr>
      <w:tr w:rsidR="00A83A77" w14:paraId="4E7BE186" w14:textId="77777777" w:rsidTr="009E38EA">
        <w:tc>
          <w:tcPr>
            <w:tcW w:w="3116" w:type="dxa"/>
          </w:tcPr>
          <w:p w14:paraId="5EE75FBE" w14:textId="77777777" w:rsidR="00A83A77" w:rsidRDefault="00A83A77" w:rsidP="005B4141">
            <w:pPr>
              <w:spacing w:before="0" w:after="0"/>
              <w:rPr>
                <w:b/>
                <w:bCs/>
              </w:rPr>
            </w:pPr>
            <w:r w:rsidRPr="00F722C4">
              <w:rPr>
                <w:b/>
                <w:bCs/>
              </w:rPr>
              <w:t>1</w:t>
            </w:r>
            <w:r>
              <w:t xml:space="preserve"> </w:t>
            </w:r>
            <w:r w:rsidRPr="00F722C4">
              <w:t>=</w:t>
            </w:r>
            <w:r>
              <w:t xml:space="preserve"> N</w:t>
            </w:r>
            <w:r w:rsidRPr="00F722C4">
              <w:t>o evidence of proficiency</w:t>
            </w:r>
          </w:p>
        </w:tc>
        <w:tc>
          <w:tcPr>
            <w:tcW w:w="3814" w:type="dxa"/>
          </w:tcPr>
          <w:p w14:paraId="6D50E00D" w14:textId="77777777" w:rsidR="00A83A77" w:rsidRDefault="00A83A77" w:rsidP="005B4141">
            <w:pPr>
              <w:spacing w:before="0" w:after="0"/>
              <w:rPr>
                <w:b/>
                <w:bCs/>
              </w:rPr>
            </w:pPr>
            <w:r w:rsidRPr="00F722C4">
              <w:rPr>
                <w:b/>
                <w:bCs/>
              </w:rPr>
              <w:t>2</w:t>
            </w:r>
            <w:r>
              <w:t xml:space="preserve"> </w:t>
            </w:r>
            <w:r w:rsidRPr="00F722C4">
              <w:t>=</w:t>
            </w:r>
            <w:r>
              <w:t xml:space="preserve"> E</w:t>
            </w:r>
            <w:r w:rsidRPr="00F722C4">
              <w:t>merging evidence of proficiency</w:t>
            </w:r>
          </w:p>
        </w:tc>
        <w:tc>
          <w:tcPr>
            <w:tcW w:w="2430" w:type="dxa"/>
          </w:tcPr>
          <w:p w14:paraId="52B03F5E" w14:textId="77777777" w:rsidR="00A83A77" w:rsidRDefault="00A83A77" w:rsidP="005B4141">
            <w:pPr>
              <w:spacing w:before="0" w:after="0"/>
              <w:rPr>
                <w:b/>
                <w:bCs/>
              </w:rPr>
            </w:pPr>
            <w:r w:rsidRPr="00F722C4">
              <w:rPr>
                <w:b/>
                <w:bCs/>
              </w:rPr>
              <w:t>3</w:t>
            </w:r>
            <w:r>
              <w:t xml:space="preserve"> </w:t>
            </w:r>
            <w:r w:rsidRPr="00F722C4">
              <w:t>=</w:t>
            </w:r>
            <w:r>
              <w:t xml:space="preserve"> P</w:t>
            </w:r>
            <w:r w:rsidRPr="00F722C4">
              <w:t>roficiency/mastery</w:t>
            </w:r>
          </w:p>
        </w:tc>
      </w:tr>
      <w:tr w:rsidR="009E38EA" w14:paraId="7896188C" w14:textId="77777777" w:rsidTr="009E38EA">
        <w:tc>
          <w:tcPr>
            <w:tcW w:w="3116" w:type="dxa"/>
          </w:tcPr>
          <w:p w14:paraId="0669CBF5" w14:textId="77777777" w:rsidR="009E38EA" w:rsidRPr="00F722C4" w:rsidRDefault="009E38EA" w:rsidP="005B4141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3814" w:type="dxa"/>
          </w:tcPr>
          <w:p w14:paraId="23C21B05" w14:textId="77777777" w:rsidR="009E38EA" w:rsidRPr="00F722C4" w:rsidRDefault="009E38EA" w:rsidP="005B4141">
            <w:pPr>
              <w:spacing w:before="0" w:after="0"/>
              <w:rPr>
                <w:b/>
                <w:bCs/>
              </w:rPr>
            </w:pPr>
          </w:p>
        </w:tc>
        <w:tc>
          <w:tcPr>
            <w:tcW w:w="2430" w:type="dxa"/>
          </w:tcPr>
          <w:p w14:paraId="68935E50" w14:textId="77777777" w:rsidR="009E38EA" w:rsidRPr="00F722C4" w:rsidRDefault="009E38EA" w:rsidP="005B4141">
            <w:pPr>
              <w:spacing w:before="0" w:after="0"/>
              <w:rPr>
                <w:b/>
                <w:bCs/>
              </w:rPr>
            </w:pPr>
          </w:p>
        </w:tc>
      </w:tr>
    </w:tbl>
    <w:tbl>
      <w:tblPr>
        <w:tblStyle w:val="GridTable4-Accent2"/>
        <w:tblW w:w="9421" w:type="dxa"/>
        <w:tblBorders>
          <w:top w:val="single" w:sz="4" w:space="0" w:color="38C1CE"/>
          <w:left w:val="single" w:sz="4" w:space="0" w:color="38C1CE"/>
          <w:bottom w:val="single" w:sz="4" w:space="0" w:color="38C1CE"/>
          <w:right w:val="single" w:sz="4" w:space="0" w:color="38C1CE"/>
          <w:insideH w:val="single" w:sz="4" w:space="0" w:color="38C1CE"/>
          <w:insideV w:val="single" w:sz="4" w:space="0" w:color="38C1CE"/>
        </w:tblBorders>
        <w:tblCellMar>
          <w:top w:w="86" w:type="dxa"/>
        </w:tblCellMar>
        <w:tblLook w:val="04A0" w:firstRow="1" w:lastRow="0" w:firstColumn="1" w:lastColumn="0" w:noHBand="0" w:noVBand="1"/>
      </w:tblPr>
      <w:tblGrid>
        <w:gridCol w:w="4405"/>
        <w:gridCol w:w="2384"/>
        <w:gridCol w:w="2632"/>
      </w:tblGrid>
      <w:tr w:rsidR="00A83A77" w14:paraId="1EFB1B28" w14:textId="77777777" w:rsidTr="25BD56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6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9C1CE"/>
            <w:vAlign w:val="center"/>
          </w:tcPr>
          <w:p w14:paraId="51DA92FD" w14:textId="459EB384" w:rsidR="00A83A77" w:rsidRPr="00B43D2E" w:rsidRDefault="00A83A77" w:rsidP="0021744E">
            <w:pPr>
              <w:pStyle w:val="BodyText"/>
              <w:jc w:val="center"/>
            </w:pPr>
            <w:r w:rsidRPr="00A83A77">
              <w:t>Skills and Competencies</w:t>
            </w:r>
          </w:p>
        </w:tc>
        <w:tc>
          <w:tcPr>
            <w:tcW w:w="238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9C1CE"/>
            <w:vAlign w:val="center"/>
          </w:tcPr>
          <w:p w14:paraId="4945E37A" w14:textId="5ACBFB4E" w:rsidR="00A83A77" w:rsidRPr="00B43D2E" w:rsidRDefault="00A83A77" w:rsidP="0021744E">
            <w:pPr>
              <w:pStyle w:val="Body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3A77">
              <w:t>Proficiency Rating</w:t>
            </w:r>
          </w:p>
        </w:tc>
        <w:tc>
          <w:tcPr>
            <w:tcW w:w="263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39C1CE"/>
            <w:vAlign w:val="center"/>
          </w:tcPr>
          <w:p w14:paraId="1934AAEC" w14:textId="6C52B890" w:rsidR="00A83A77" w:rsidRPr="00B43D2E" w:rsidRDefault="00A83A77" w:rsidP="0021744E">
            <w:pPr>
              <w:pStyle w:val="BodyTex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A83A77">
              <w:t>Date and Initial</w:t>
            </w:r>
          </w:p>
        </w:tc>
      </w:tr>
      <w:tr w:rsidR="00A83A77" w:rsidRPr="005617AA" w14:paraId="49877B8B" w14:textId="77777777" w:rsidTr="25BD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224D8175" w14:textId="3600AD55" w:rsidR="00A83A77" w:rsidRPr="00A83A77" w:rsidRDefault="00A83A77" w:rsidP="25BD5649">
            <w:pPr>
              <w:pStyle w:val="ListParagraph"/>
              <w:numPr>
                <w:ilvl w:val="0"/>
                <w:numId w:val="15"/>
              </w:numPr>
              <w:rPr>
                <w:i/>
                <w:iCs/>
                <w:color w:val="383634" w:themeColor="background2" w:themeShade="40"/>
              </w:rPr>
            </w:pPr>
            <w:r w:rsidRPr="25BD5649">
              <w:rPr>
                <w:i/>
                <w:iCs/>
                <w:color w:val="383634" w:themeColor="background2" w:themeShade="40"/>
              </w:rPr>
              <w:t xml:space="preserve">Example: Use UX/UI and front-end programming to design websites or apps.   </w:t>
            </w:r>
          </w:p>
        </w:tc>
        <w:tc>
          <w:tcPr>
            <w:tcW w:w="2384" w:type="dxa"/>
          </w:tcPr>
          <w:p w14:paraId="126C3AA0" w14:textId="7BD9F777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5D11CCC9" w14:textId="768D37A8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3A77" w:rsidRPr="005617AA" w14:paraId="76959743" w14:textId="77777777" w:rsidTr="25BD5649">
        <w:trPr>
          <w:trHeight w:val="8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6D9B6D4B" w14:textId="3C8AE564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  <w:rPr>
                <w:i/>
                <w:iCs/>
                <w:color w:val="383634" w:themeColor="background2" w:themeShade="40"/>
              </w:rPr>
            </w:pPr>
            <w:r w:rsidRPr="00A83A77">
              <w:rPr>
                <w:i/>
                <w:iCs/>
                <w:color w:val="383634" w:themeColor="background2" w:themeShade="40"/>
              </w:rPr>
              <w:t xml:space="preserve">Example: Implement commonly used data structures such as arrays, stacks, and queues.  </w:t>
            </w:r>
          </w:p>
        </w:tc>
        <w:tc>
          <w:tcPr>
            <w:tcW w:w="2384" w:type="dxa"/>
          </w:tcPr>
          <w:p w14:paraId="7EBCC25D" w14:textId="3ABACA56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2A796E2F" w14:textId="66BE15E2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3A77" w:rsidRPr="005617AA" w14:paraId="3AE9D649" w14:textId="77777777" w:rsidTr="25BD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63D8EAC9" w14:textId="39A7CA7B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  <w:rPr>
                <w:i/>
                <w:iCs/>
                <w:color w:val="383634" w:themeColor="background2" w:themeShade="40"/>
              </w:rPr>
            </w:pPr>
            <w:r w:rsidRPr="00A83A77">
              <w:rPr>
                <w:i/>
                <w:iCs/>
                <w:color w:val="383634" w:themeColor="background2" w:themeShade="40"/>
              </w:rPr>
              <w:t xml:space="preserve">Example: Deliver strong customer service while working on tech problems with students at the IT Help Desk.  </w:t>
            </w:r>
          </w:p>
        </w:tc>
        <w:tc>
          <w:tcPr>
            <w:tcW w:w="2384" w:type="dxa"/>
          </w:tcPr>
          <w:p w14:paraId="13B40E31" w14:textId="3BFCD78F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7D913A39" w14:textId="04168B13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3A77" w:rsidRPr="005617AA" w14:paraId="3334443A" w14:textId="77777777" w:rsidTr="25BD5649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2B4147BF" w14:textId="77777777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</w:pPr>
          </w:p>
        </w:tc>
        <w:tc>
          <w:tcPr>
            <w:tcW w:w="2384" w:type="dxa"/>
          </w:tcPr>
          <w:p w14:paraId="026A3C23" w14:textId="77777777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4091C4B6" w14:textId="77777777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3A77" w:rsidRPr="005617AA" w14:paraId="7187EF7A" w14:textId="77777777" w:rsidTr="25BD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772A21D6" w14:textId="77777777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</w:pPr>
          </w:p>
        </w:tc>
        <w:tc>
          <w:tcPr>
            <w:tcW w:w="2384" w:type="dxa"/>
          </w:tcPr>
          <w:p w14:paraId="2660F47F" w14:textId="77777777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7090793C" w14:textId="77777777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3A77" w:rsidRPr="005617AA" w14:paraId="19D59140" w14:textId="77777777" w:rsidTr="25BD5649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06FAFEC1" w14:textId="77777777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</w:pPr>
          </w:p>
        </w:tc>
        <w:tc>
          <w:tcPr>
            <w:tcW w:w="2384" w:type="dxa"/>
          </w:tcPr>
          <w:p w14:paraId="660BE716" w14:textId="77777777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71AD20F0" w14:textId="77777777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3A77" w:rsidRPr="005617AA" w14:paraId="2F97F4E0" w14:textId="77777777" w:rsidTr="25BD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70CF0636" w14:textId="77777777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</w:pPr>
          </w:p>
        </w:tc>
        <w:tc>
          <w:tcPr>
            <w:tcW w:w="2384" w:type="dxa"/>
          </w:tcPr>
          <w:p w14:paraId="512E3D6D" w14:textId="77777777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75F76984" w14:textId="77777777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3A77" w:rsidRPr="005617AA" w14:paraId="3F7EAB70" w14:textId="77777777" w:rsidTr="25BD5649">
        <w:trPr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7399FBE1" w14:textId="77777777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</w:pPr>
          </w:p>
        </w:tc>
        <w:tc>
          <w:tcPr>
            <w:tcW w:w="2384" w:type="dxa"/>
          </w:tcPr>
          <w:p w14:paraId="7560E404" w14:textId="77777777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21186245" w14:textId="77777777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3A77" w:rsidRPr="005617AA" w14:paraId="2B9CD700" w14:textId="77777777" w:rsidTr="25BD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7983AE44" w14:textId="77777777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</w:pPr>
          </w:p>
        </w:tc>
        <w:tc>
          <w:tcPr>
            <w:tcW w:w="2384" w:type="dxa"/>
          </w:tcPr>
          <w:p w14:paraId="4BC16AF3" w14:textId="77777777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5630DD0B" w14:textId="77777777" w:rsidR="00A83A77" w:rsidRPr="00A83A77" w:rsidRDefault="00A83A77" w:rsidP="00A83A7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A83A77" w:rsidRPr="005617AA" w14:paraId="42B2C53B" w14:textId="77777777" w:rsidTr="25BD5649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</w:tcPr>
          <w:p w14:paraId="5760CD86" w14:textId="77777777" w:rsidR="00A83A77" w:rsidRPr="00A83A77" w:rsidRDefault="00A83A77" w:rsidP="00A83A77">
            <w:pPr>
              <w:pStyle w:val="ListParagraph"/>
              <w:numPr>
                <w:ilvl w:val="0"/>
                <w:numId w:val="15"/>
              </w:numPr>
            </w:pPr>
          </w:p>
        </w:tc>
        <w:tc>
          <w:tcPr>
            <w:tcW w:w="2384" w:type="dxa"/>
          </w:tcPr>
          <w:p w14:paraId="37B97C20" w14:textId="77777777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632" w:type="dxa"/>
          </w:tcPr>
          <w:p w14:paraId="61DBA76C" w14:textId="77777777" w:rsidR="00A83A77" w:rsidRPr="00A83A77" w:rsidRDefault="00A83A77" w:rsidP="00A83A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83A77" w:rsidRPr="005617AA" w14:paraId="3C6D9EB6" w14:textId="77777777" w:rsidTr="25BD56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5" w:type="dxa"/>
            <w:vAlign w:val="bottom"/>
          </w:tcPr>
          <w:p w14:paraId="5F4550F5" w14:textId="68677E47" w:rsidR="00A83A77" w:rsidRPr="00A83A77" w:rsidRDefault="00A83A77" w:rsidP="00A83A77">
            <w:pPr>
              <w:jc w:val="right"/>
            </w:pPr>
            <w:r w:rsidRPr="00A83A77">
              <w:t>Average Proficiency Rating:</w:t>
            </w:r>
          </w:p>
        </w:tc>
        <w:tc>
          <w:tcPr>
            <w:tcW w:w="5016" w:type="dxa"/>
            <w:gridSpan w:val="2"/>
            <w:vAlign w:val="bottom"/>
          </w:tcPr>
          <w:p w14:paraId="03465669" w14:textId="77777777" w:rsidR="00A83A77" w:rsidRPr="00A83A77" w:rsidRDefault="00A83A77" w:rsidP="00A83A7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tbl>
      <w:tblPr>
        <w:tblStyle w:val="GridTable4-Accent2"/>
        <w:tblpPr w:leftFromText="180" w:rightFromText="180" w:vertAnchor="text" w:horzAnchor="margin" w:tblpY="600"/>
        <w:tblW w:w="9360" w:type="dxa"/>
        <w:tblLook w:val="04A0" w:firstRow="1" w:lastRow="0" w:firstColumn="1" w:lastColumn="0" w:noHBand="0" w:noVBand="1"/>
      </w:tblPr>
      <w:tblGrid>
        <w:gridCol w:w="9360"/>
      </w:tblGrid>
      <w:tr w:rsidR="00A83A77" w14:paraId="6D333F8B" w14:textId="77777777" w:rsidTr="00A83A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</w:tcPr>
          <w:p w14:paraId="6972F9D1" w14:textId="20826786" w:rsidR="00A83A77" w:rsidRPr="00A83A77" w:rsidRDefault="00A83A77" w:rsidP="00A83A77">
            <w:pPr>
              <w:pStyle w:val="Heading2"/>
              <w:spacing w:after="0"/>
              <w:jc w:val="center"/>
              <w:rPr>
                <w:b/>
                <w:bCs w:val="0"/>
                <w:sz w:val="24"/>
                <w:szCs w:val="24"/>
              </w:rPr>
            </w:pPr>
            <w:r w:rsidRPr="00A83A77">
              <w:rPr>
                <w:b/>
                <w:bCs w:val="0"/>
                <w:sz w:val="24"/>
                <w:szCs w:val="24"/>
              </w:rPr>
              <w:t>Other Performance-Related Comments</w:t>
            </w:r>
          </w:p>
          <w:p w14:paraId="69CCB471" w14:textId="7AE6B24B" w:rsidR="00A83A77" w:rsidRPr="00A83A77" w:rsidRDefault="00A83A77" w:rsidP="00A83A77">
            <w:pPr>
              <w:pStyle w:val="Heading2"/>
              <w:spacing w:after="0"/>
              <w:jc w:val="center"/>
              <w:rPr>
                <w:sz w:val="21"/>
                <w:szCs w:val="21"/>
              </w:rPr>
            </w:pPr>
            <w:r w:rsidRPr="00A83A77">
              <w:rPr>
                <w:sz w:val="21"/>
                <w:szCs w:val="21"/>
              </w:rPr>
              <w:t>(Use the space below to reflect on overall strengths and opportunities for growth.)</w:t>
            </w:r>
          </w:p>
        </w:tc>
      </w:tr>
      <w:tr w:rsidR="00A83A77" w14:paraId="2D63959C" w14:textId="77777777" w:rsidTr="00A83A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</w:tcPr>
          <w:p w14:paraId="58681E69" w14:textId="338DF9FD" w:rsidR="00A83A77" w:rsidRPr="00A83A77" w:rsidRDefault="00A83A77" w:rsidP="00A83A77">
            <w:pPr>
              <w:spacing w:before="240" w:after="240" w:line="288" w:lineRule="auto"/>
              <w:ind w:right="432"/>
              <w:rPr>
                <w:color w:val="222222" w:themeColor="text1"/>
              </w:rPr>
            </w:pPr>
          </w:p>
        </w:tc>
      </w:tr>
    </w:tbl>
    <w:p w14:paraId="03BFB8D2" w14:textId="68EA03B0" w:rsidR="00CD7936" w:rsidRPr="000A7061" w:rsidRDefault="00CD7936" w:rsidP="00A83A77">
      <w:pPr>
        <w:pStyle w:val="Heading1"/>
      </w:pPr>
    </w:p>
    <w:sectPr w:rsidR="00CD7936" w:rsidRPr="000A7061" w:rsidSect="00D629F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endnotePr>
        <w:numFmt w:val="decimal"/>
      </w:endnotePr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3EBEE4" w14:textId="77777777" w:rsidR="00D629F0" w:rsidRDefault="00D629F0" w:rsidP="00F0323A">
      <w:r>
        <w:separator/>
      </w:r>
    </w:p>
    <w:p w14:paraId="252E3321" w14:textId="77777777" w:rsidR="00D629F0" w:rsidRDefault="00D629F0" w:rsidP="00F0323A"/>
    <w:p w14:paraId="786C4E07" w14:textId="77777777" w:rsidR="00D629F0" w:rsidRDefault="00D629F0" w:rsidP="00F0323A"/>
    <w:p w14:paraId="6DFA68F6" w14:textId="77777777" w:rsidR="00D629F0" w:rsidRDefault="00D629F0" w:rsidP="00F0323A"/>
  </w:endnote>
  <w:endnote w:type="continuationSeparator" w:id="0">
    <w:p w14:paraId="32A86CD7" w14:textId="77777777" w:rsidR="00D629F0" w:rsidRDefault="00D629F0" w:rsidP="00F0323A">
      <w:r>
        <w:continuationSeparator/>
      </w:r>
    </w:p>
    <w:p w14:paraId="02644209" w14:textId="77777777" w:rsidR="00D629F0" w:rsidRDefault="00D629F0" w:rsidP="00F0323A"/>
    <w:p w14:paraId="5B460326" w14:textId="77777777" w:rsidR="00D629F0" w:rsidRDefault="00D629F0" w:rsidP="00F0323A"/>
    <w:p w14:paraId="27F3A545" w14:textId="77777777" w:rsidR="00D629F0" w:rsidRDefault="00D629F0" w:rsidP="00F0323A"/>
  </w:endnote>
  <w:endnote w:type="continuationNotice" w:id="1">
    <w:p w14:paraId="3C6103E5" w14:textId="77777777" w:rsidR="00D629F0" w:rsidRDefault="00D629F0" w:rsidP="00F0323A"/>
    <w:p w14:paraId="70DF445A" w14:textId="77777777" w:rsidR="00D629F0" w:rsidRDefault="00D629F0" w:rsidP="00F0323A"/>
    <w:p w14:paraId="404E1A92" w14:textId="77777777" w:rsidR="00D629F0" w:rsidRDefault="00D629F0" w:rsidP="00F032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Headings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inion Pro">
    <w:panose1 w:val="020B0604020202020204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ercury Text G1">
    <w:altName w:val="Calibri"/>
    <w:panose1 w:val="020B0604020202020204"/>
    <w:charset w:val="4D"/>
    <w:family w:val="auto"/>
    <w:notTrueType/>
    <w:pitch w:val="variable"/>
    <w:sig w:usb0="A000007F" w:usb1="4000004A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5C9FF" w14:textId="3C510023" w:rsidR="00AA6486" w:rsidRPr="009E38EA" w:rsidRDefault="00AA6486" w:rsidP="009E38EA">
    <w:pPr>
      <w:pStyle w:val="Footer"/>
      <w:rPr>
        <w:rFonts w:ascii="Georgia" w:hAnsi="Georgia"/>
        <w:sz w:val="24"/>
      </w:rPr>
    </w:pPr>
  </w:p>
  <w:p w14:paraId="48732D3A" w14:textId="77777777" w:rsidR="008546DE" w:rsidRDefault="008546DE" w:rsidP="00F032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29B01" w14:textId="1A740CF6" w:rsidR="00082220" w:rsidRPr="001E61D2" w:rsidRDefault="00523130" w:rsidP="00F0323A">
    <w:pPr>
      <w:pStyle w:val="Footer"/>
      <w:rPr>
        <w:b/>
        <w:noProof/>
        <w:sz w:val="15"/>
      </w:rPr>
    </w:pPr>
    <w:r>
      <w:rPr>
        <w:b/>
        <w:noProof/>
        <w:sz w:val="15"/>
      </w:rPr>
      <w:fldChar w:fldCharType="begin"/>
    </w:r>
    <w:r>
      <w:rPr>
        <w:b/>
        <w:noProof/>
        <w:sz w:val="15"/>
      </w:rPr>
      <w:instrText xml:space="preserve"> STYLEREF "Title,Main Title" \* MERGEFORMAT </w:instrText>
    </w:r>
    <w:r>
      <w:rPr>
        <w:b/>
        <w:noProof/>
        <w:sz w:val="15"/>
      </w:rPr>
      <w:fldChar w:fldCharType="separate"/>
    </w:r>
    <w:r w:rsidR="009E38EA">
      <w:rPr>
        <w:bCs/>
        <w:noProof/>
        <w:sz w:val="15"/>
      </w:rPr>
      <w:t>Error! No text of specified style in document.</w:t>
    </w:r>
    <w:r>
      <w:rPr>
        <w:b/>
        <w:noProof/>
        <w:sz w:val="15"/>
      </w:rPr>
      <w:fldChar w:fldCharType="end"/>
    </w:r>
    <w:r w:rsidR="006770E8" w:rsidRPr="001E61D2">
      <w:rPr>
        <w:b/>
        <w:noProof/>
        <w:sz w:val="15"/>
      </w:rPr>
      <w:tab/>
    </w:r>
    <w:r w:rsidR="006770E8" w:rsidRPr="001E61D2">
      <w:rPr>
        <w:b/>
        <w:noProof/>
        <w:sz w:val="15"/>
      </w:rPr>
      <w:tab/>
    </w:r>
    <w:r w:rsidR="006770E8" w:rsidRPr="001E61D2">
      <w:rPr>
        <w:b/>
        <w:noProof/>
        <w:sz w:val="15"/>
      </w:rPr>
      <w:tab/>
    </w:r>
    <w:r w:rsidR="006770E8" w:rsidRPr="001E61D2">
      <w:rPr>
        <w:b/>
        <w:noProof/>
        <w:sz w:val="15"/>
      </w:rPr>
      <w:tab/>
      <w:t>JFF.ORG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A8680" w14:textId="77777777" w:rsidR="00D629F0" w:rsidRDefault="00D629F0" w:rsidP="00F0323A">
      <w:r>
        <w:separator/>
      </w:r>
    </w:p>
    <w:p w14:paraId="292699F1" w14:textId="77777777" w:rsidR="00D629F0" w:rsidRDefault="00D629F0" w:rsidP="00F0323A"/>
    <w:p w14:paraId="48EC8A4B" w14:textId="77777777" w:rsidR="00D629F0" w:rsidRDefault="00D629F0" w:rsidP="00F0323A"/>
    <w:p w14:paraId="35822D9F" w14:textId="77777777" w:rsidR="00D629F0" w:rsidRDefault="00D629F0" w:rsidP="00F0323A"/>
  </w:footnote>
  <w:footnote w:type="continuationSeparator" w:id="0">
    <w:p w14:paraId="1A8D53E1" w14:textId="77777777" w:rsidR="00D629F0" w:rsidRDefault="00D629F0" w:rsidP="00F0323A">
      <w:r>
        <w:continuationSeparator/>
      </w:r>
    </w:p>
    <w:p w14:paraId="3AD79A02" w14:textId="77777777" w:rsidR="00D629F0" w:rsidRDefault="00D629F0" w:rsidP="00F0323A"/>
    <w:p w14:paraId="7C3C0C33" w14:textId="77777777" w:rsidR="00D629F0" w:rsidRDefault="00D629F0" w:rsidP="00F0323A"/>
    <w:p w14:paraId="26ACF9B0" w14:textId="77777777" w:rsidR="00D629F0" w:rsidRDefault="00D629F0" w:rsidP="00F0323A"/>
  </w:footnote>
  <w:footnote w:type="continuationNotice" w:id="1">
    <w:p w14:paraId="21E12CD9" w14:textId="77777777" w:rsidR="00D629F0" w:rsidRDefault="00D629F0" w:rsidP="00F0323A"/>
    <w:p w14:paraId="56824E15" w14:textId="77777777" w:rsidR="00D629F0" w:rsidRDefault="00D629F0" w:rsidP="00F0323A"/>
    <w:p w14:paraId="5FFA5FE2" w14:textId="77777777" w:rsidR="00D629F0" w:rsidRDefault="00D629F0" w:rsidP="00F032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  <w:rFonts w:ascii="Arial" w:hAnsi="Arial"/>
        <w:sz w:val="18"/>
        <w:szCs w:val="18"/>
      </w:rPr>
      <w:id w:val="-1257517084"/>
      <w:docPartObj>
        <w:docPartGallery w:val="Page Numbers (Top of Page)"/>
        <w:docPartUnique/>
      </w:docPartObj>
    </w:sdtPr>
    <w:sdtEndPr>
      <w:rPr>
        <w:rStyle w:val="DefaultParagraphFont"/>
      </w:rPr>
    </w:sdtEndPr>
    <w:sdtContent>
      <w:p w14:paraId="751BDB93" w14:textId="31001A6E" w:rsidR="009E38EA" w:rsidRPr="009E38EA" w:rsidRDefault="009E38EA" w:rsidP="009E38EA">
        <w:pPr>
          <w:jc w:val="right"/>
          <w:rPr>
            <w:rStyle w:val="PageNumber"/>
            <w:rFonts w:ascii="Arial" w:hAnsi="Arial"/>
            <w:sz w:val="18"/>
            <w:szCs w:val="18"/>
          </w:rPr>
        </w:pPr>
        <w:r w:rsidRPr="009E38EA">
          <w:rPr>
            <w:rStyle w:val="PageNumber"/>
            <w:rFonts w:ascii="Arial" w:hAnsi="Arial"/>
            <w:sz w:val="18"/>
            <w:szCs w:val="18"/>
          </w:rPr>
          <w:fldChar w:fldCharType="begin"/>
        </w:r>
        <w:r w:rsidRPr="009E38EA">
          <w:rPr>
            <w:rStyle w:val="PageNumber"/>
            <w:rFonts w:ascii="Arial" w:hAnsi="Arial"/>
            <w:sz w:val="18"/>
            <w:szCs w:val="18"/>
          </w:rPr>
          <w:instrText xml:space="preserve"> PAGE </w:instrText>
        </w:r>
        <w:r w:rsidRPr="009E38EA">
          <w:rPr>
            <w:rStyle w:val="PageNumber"/>
            <w:rFonts w:ascii="Arial" w:hAnsi="Arial"/>
            <w:sz w:val="18"/>
            <w:szCs w:val="18"/>
          </w:rPr>
          <w:fldChar w:fldCharType="separate"/>
        </w:r>
        <w:r w:rsidRPr="009E38EA">
          <w:rPr>
            <w:rStyle w:val="PageNumber"/>
            <w:rFonts w:ascii="Arial" w:hAnsi="Arial"/>
            <w:noProof/>
            <w:sz w:val="18"/>
            <w:szCs w:val="18"/>
          </w:rPr>
          <w:t>2</w:t>
        </w:r>
        <w:r w:rsidRPr="009E38EA">
          <w:rPr>
            <w:rStyle w:val="PageNumber"/>
            <w:rFonts w:ascii="Arial" w:hAnsi="Arial"/>
            <w:sz w:val="18"/>
            <w:szCs w:val="18"/>
          </w:rPr>
          <w:fldChar w:fldCharType="end"/>
        </w:r>
      </w:p>
    </w:sdtContent>
  </w:sdt>
  <w:p w14:paraId="4A1C803B" w14:textId="1ED1E3C6" w:rsidR="00082220" w:rsidRDefault="00082220" w:rsidP="009E38EA">
    <w:pPr>
      <w:pStyle w:val="Header"/>
      <w:ind w:right="360"/>
      <w:rPr>
        <w:rStyle w:val="PageNumber"/>
      </w:rPr>
    </w:pPr>
  </w:p>
  <w:p w14:paraId="427039F7" w14:textId="77777777" w:rsidR="00082220" w:rsidRDefault="00082220" w:rsidP="00F0323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00492293"/>
      <w:docPartObj>
        <w:docPartGallery w:val="Page Numbers (Top of Page)"/>
        <w:docPartUnique/>
      </w:docPartObj>
    </w:sdtPr>
    <w:sdtContent>
      <w:p w14:paraId="1138174C" w14:textId="2AD672B6" w:rsidR="009E38EA" w:rsidRDefault="009E38EA" w:rsidP="00E30C1F">
        <w:pPr>
          <w:pStyle w:val="Head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  <w:highlight w:val="yellow"/>
      </w:rPr>
      <w:id w:val="-1817093769"/>
      <w:docPartObj>
        <w:docPartGallery w:val="Page Numbers (Top of Page)"/>
        <w:docPartUnique/>
      </w:docPartObj>
    </w:sdtPr>
    <w:sdtEndPr>
      <w:rPr>
        <w:rStyle w:val="PageNumber"/>
        <w:rFonts w:ascii="Arial" w:hAnsi="Arial"/>
        <w:b/>
        <w:color w:val="383634" w:themeColor="background2" w:themeShade="40"/>
        <w:sz w:val="18"/>
        <w:szCs w:val="20"/>
        <w:highlight w:val="none"/>
      </w:rPr>
    </w:sdtEndPr>
    <w:sdtContent>
      <w:p w14:paraId="6D6DE626" w14:textId="6C02BA89" w:rsidR="00082220" w:rsidRPr="009C1BF2" w:rsidRDefault="009E38EA" w:rsidP="009E38EA">
        <w:pPr>
          <w:pStyle w:val="Header"/>
          <w:tabs>
            <w:tab w:val="clear" w:pos="9360"/>
            <w:tab w:val="right" w:pos="9090"/>
          </w:tabs>
          <w:ind w:left="820" w:right="360" w:firstLine="8360"/>
          <w:rPr>
            <w:rStyle w:val="PageNumber"/>
            <w:rFonts w:ascii="Arial" w:hAnsi="Arial"/>
            <w:b/>
            <w:color w:val="383634" w:themeColor="background2" w:themeShade="40"/>
            <w:sz w:val="18"/>
            <w:szCs w:val="20"/>
          </w:rPr>
        </w:pPr>
        <w:r>
          <w:rPr>
            <w:noProof/>
          </w:rPr>
          <w:drawing>
            <wp:anchor distT="0" distB="0" distL="114300" distR="114300" simplePos="0" relativeHeight="251659264" behindDoc="0" locked="0" layoutInCell="1" allowOverlap="1" wp14:anchorId="618D0FC0" wp14:editId="7BA22EE9">
              <wp:simplePos x="0" y="0"/>
              <wp:positionH relativeFrom="column">
                <wp:posOffset>0</wp:posOffset>
              </wp:positionH>
              <wp:positionV relativeFrom="page">
                <wp:posOffset>584835</wp:posOffset>
              </wp:positionV>
              <wp:extent cx="1409700" cy="499110"/>
              <wp:effectExtent l="0" t="0" r="0" b="0"/>
              <wp:wrapSquare wrapText="bothSides"/>
              <wp:docPr id="1282016179" name="Picture 1282016179" descr="Logo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Picture 3" descr="Logo&#10;&#10;Description automatically generated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09700" cy="49911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</w:p>
    </w:sdtContent>
  </w:sdt>
  <w:p w14:paraId="2C23397D" w14:textId="77777777" w:rsidR="00082220" w:rsidRDefault="00082220" w:rsidP="00F0323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79D46" w14:textId="00C53C95" w:rsidR="003B5B34" w:rsidRPr="00783478" w:rsidRDefault="009E38EA" w:rsidP="009C1BF2">
    <w:pPr>
      <w:pStyle w:val="Subtitle"/>
      <w:ind w:left="-540"/>
      <w:rPr>
        <w:vertAlign w:val="subscript"/>
      </w:rPr>
    </w:pPr>
    <w:r>
      <w:rPr>
        <w:noProof/>
      </w:rPr>
      <w:drawing>
        <wp:anchor distT="0" distB="0" distL="114300" distR="114300" simplePos="0" relativeHeight="251661312" behindDoc="0" locked="0" layoutInCell="1" allowOverlap="1" wp14:anchorId="29B1CD16" wp14:editId="794827DA">
          <wp:simplePos x="0" y="0"/>
          <wp:positionH relativeFrom="column">
            <wp:posOffset>0</wp:posOffset>
          </wp:positionH>
          <wp:positionV relativeFrom="page">
            <wp:posOffset>521010</wp:posOffset>
          </wp:positionV>
          <wp:extent cx="1409700" cy="499110"/>
          <wp:effectExtent l="0" t="0" r="0" b="0"/>
          <wp:wrapSquare wrapText="bothSides"/>
          <wp:docPr id="9" name="Picture 9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9700" cy="499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D39484B" w14:textId="77777777" w:rsidR="00090C8E" w:rsidRDefault="00090C8E" w:rsidP="00F0323A">
    <w:pPr>
      <w:pStyle w:val="Header"/>
    </w:pPr>
  </w:p>
  <w:p w14:paraId="09973220" w14:textId="77777777" w:rsidR="00090C8E" w:rsidRDefault="00090C8E" w:rsidP="00F0323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D047E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396EEF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78E8C1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4B24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CCE024B0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516671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23603A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B1E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2168A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6C84F8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A3622AA"/>
    <w:multiLevelType w:val="hybridMultilevel"/>
    <w:tmpl w:val="5CC8EB4C"/>
    <w:lvl w:ilvl="0" w:tplc="35E87B2A">
      <w:start w:val="1"/>
      <w:numFmt w:val="decimal"/>
      <w:pStyle w:val="ListParagraph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12F57FA"/>
    <w:multiLevelType w:val="hybridMultilevel"/>
    <w:tmpl w:val="A35817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1A3418C"/>
    <w:multiLevelType w:val="multilevel"/>
    <w:tmpl w:val="A828847A"/>
    <w:styleLink w:val="CurrentList1"/>
    <w:lvl w:ilvl="0">
      <w:start w:val="1"/>
      <w:numFmt w:val="bullet"/>
      <w:lvlText w:val=""/>
      <w:lvlJc w:val="left"/>
      <w:pPr>
        <w:ind w:left="50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DE35B0"/>
    <w:multiLevelType w:val="hybridMultilevel"/>
    <w:tmpl w:val="FB024884"/>
    <w:lvl w:ilvl="0" w:tplc="45621636">
      <w:start w:val="1"/>
      <w:numFmt w:val="bullet"/>
      <w:lvlText w:val=""/>
      <w:lvlJc w:val="left"/>
      <w:pPr>
        <w:ind w:left="576" w:hanging="360"/>
      </w:pPr>
      <w:rPr>
        <w:rFonts w:ascii="Symbol" w:hAnsi="Symbol" w:hint="default"/>
        <w:color w:val="222222" w:themeColor="text1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7323884">
    <w:abstractNumId w:val="9"/>
  </w:num>
  <w:num w:numId="2" w16cid:durableId="78187549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13655395">
    <w:abstractNumId w:val="12"/>
  </w:num>
  <w:num w:numId="4" w16cid:durableId="1548028166">
    <w:abstractNumId w:val="13"/>
  </w:num>
  <w:num w:numId="5" w16cid:durableId="2011834705">
    <w:abstractNumId w:val="0"/>
  </w:num>
  <w:num w:numId="6" w16cid:durableId="823083718">
    <w:abstractNumId w:val="1"/>
  </w:num>
  <w:num w:numId="7" w16cid:durableId="1914699896">
    <w:abstractNumId w:val="2"/>
  </w:num>
  <w:num w:numId="8" w16cid:durableId="1160387834">
    <w:abstractNumId w:val="3"/>
  </w:num>
  <w:num w:numId="9" w16cid:durableId="367608440">
    <w:abstractNumId w:val="8"/>
  </w:num>
  <w:num w:numId="10" w16cid:durableId="29838169">
    <w:abstractNumId w:val="4"/>
  </w:num>
  <w:num w:numId="11" w16cid:durableId="769737206">
    <w:abstractNumId w:val="5"/>
  </w:num>
  <w:num w:numId="12" w16cid:durableId="1285581191">
    <w:abstractNumId w:val="6"/>
  </w:num>
  <w:num w:numId="13" w16cid:durableId="745298992">
    <w:abstractNumId w:val="7"/>
  </w:num>
  <w:num w:numId="14" w16cid:durableId="1701857829">
    <w:abstractNumId w:val="10"/>
  </w:num>
  <w:num w:numId="15" w16cid:durableId="169981551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2CE"/>
    <w:rsid w:val="00000A20"/>
    <w:rsid w:val="00001657"/>
    <w:rsid w:val="000041AC"/>
    <w:rsid w:val="00006294"/>
    <w:rsid w:val="0000651B"/>
    <w:rsid w:val="00015E8B"/>
    <w:rsid w:val="0001727F"/>
    <w:rsid w:val="0002166F"/>
    <w:rsid w:val="000239A9"/>
    <w:rsid w:val="0002786D"/>
    <w:rsid w:val="00036914"/>
    <w:rsid w:val="00037DB6"/>
    <w:rsid w:val="000459E2"/>
    <w:rsid w:val="00055273"/>
    <w:rsid w:val="000557F9"/>
    <w:rsid w:val="00060810"/>
    <w:rsid w:val="00063AC5"/>
    <w:rsid w:val="00064177"/>
    <w:rsid w:val="00064839"/>
    <w:rsid w:val="00064F01"/>
    <w:rsid w:val="00082220"/>
    <w:rsid w:val="00083F21"/>
    <w:rsid w:val="00090C8E"/>
    <w:rsid w:val="000929BD"/>
    <w:rsid w:val="000A3275"/>
    <w:rsid w:val="000A4A8C"/>
    <w:rsid w:val="000A52EE"/>
    <w:rsid w:val="000A5428"/>
    <w:rsid w:val="000A7061"/>
    <w:rsid w:val="000C19B9"/>
    <w:rsid w:val="000C1C83"/>
    <w:rsid w:val="000C47AF"/>
    <w:rsid w:val="000C6766"/>
    <w:rsid w:val="000C715D"/>
    <w:rsid w:val="000D05C6"/>
    <w:rsid w:val="000D5ED1"/>
    <w:rsid w:val="000E1272"/>
    <w:rsid w:val="000E3B3A"/>
    <w:rsid w:val="000E40FF"/>
    <w:rsid w:val="000E65E9"/>
    <w:rsid w:val="000F14E3"/>
    <w:rsid w:val="000F2EA5"/>
    <w:rsid w:val="000F3C24"/>
    <w:rsid w:val="00101536"/>
    <w:rsid w:val="00105618"/>
    <w:rsid w:val="001204AB"/>
    <w:rsid w:val="00123A0A"/>
    <w:rsid w:val="00135ADA"/>
    <w:rsid w:val="00136A98"/>
    <w:rsid w:val="00145DF0"/>
    <w:rsid w:val="00145FE5"/>
    <w:rsid w:val="001547E7"/>
    <w:rsid w:val="00160BB2"/>
    <w:rsid w:val="00162FC2"/>
    <w:rsid w:val="0016603F"/>
    <w:rsid w:val="001916B9"/>
    <w:rsid w:val="0019220F"/>
    <w:rsid w:val="00194832"/>
    <w:rsid w:val="001B4F9E"/>
    <w:rsid w:val="001B549D"/>
    <w:rsid w:val="001B7FD6"/>
    <w:rsid w:val="001D2598"/>
    <w:rsid w:val="001D5670"/>
    <w:rsid w:val="001E0913"/>
    <w:rsid w:val="001E0C93"/>
    <w:rsid w:val="001E4229"/>
    <w:rsid w:val="001E61D2"/>
    <w:rsid w:val="001E6A8D"/>
    <w:rsid w:val="001F219B"/>
    <w:rsid w:val="0020017A"/>
    <w:rsid w:val="002004A5"/>
    <w:rsid w:val="0021322D"/>
    <w:rsid w:val="0021744E"/>
    <w:rsid w:val="00222740"/>
    <w:rsid w:val="00226CE8"/>
    <w:rsid w:val="00235FF5"/>
    <w:rsid w:val="00245F07"/>
    <w:rsid w:val="002531CB"/>
    <w:rsid w:val="00257DDE"/>
    <w:rsid w:val="00274074"/>
    <w:rsid w:val="002775C0"/>
    <w:rsid w:val="00285194"/>
    <w:rsid w:val="00292161"/>
    <w:rsid w:val="002A1FB6"/>
    <w:rsid w:val="002B2D4A"/>
    <w:rsid w:val="002C261B"/>
    <w:rsid w:val="002C680C"/>
    <w:rsid w:val="002D356B"/>
    <w:rsid w:val="002D5398"/>
    <w:rsid w:val="002F0A04"/>
    <w:rsid w:val="002F1367"/>
    <w:rsid w:val="002F6339"/>
    <w:rsid w:val="002F7407"/>
    <w:rsid w:val="003008F1"/>
    <w:rsid w:val="003031AD"/>
    <w:rsid w:val="00303EF7"/>
    <w:rsid w:val="00306049"/>
    <w:rsid w:val="003120B5"/>
    <w:rsid w:val="00313AD0"/>
    <w:rsid w:val="003328BA"/>
    <w:rsid w:val="00340239"/>
    <w:rsid w:val="00341E56"/>
    <w:rsid w:val="00350CF8"/>
    <w:rsid w:val="0036197A"/>
    <w:rsid w:val="003A1866"/>
    <w:rsid w:val="003A307F"/>
    <w:rsid w:val="003A32FF"/>
    <w:rsid w:val="003A6762"/>
    <w:rsid w:val="003B5740"/>
    <w:rsid w:val="003B5B34"/>
    <w:rsid w:val="003B6404"/>
    <w:rsid w:val="003B7B72"/>
    <w:rsid w:val="003C54A5"/>
    <w:rsid w:val="003D4986"/>
    <w:rsid w:val="003D75B9"/>
    <w:rsid w:val="003F1823"/>
    <w:rsid w:val="00430FDC"/>
    <w:rsid w:val="00441E3B"/>
    <w:rsid w:val="00444C97"/>
    <w:rsid w:val="004572BD"/>
    <w:rsid w:val="00483630"/>
    <w:rsid w:val="00484F5F"/>
    <w:rsid w:val="004906FD"/>
    <w:rsid w:val="004A05CC"/>
    <w:rsid w:val="004A4D6F"/>
    <w:rsid w:val="004B6722"/>
    <w:rsid w:val="004B7CCE"/>
    <w:rsid w:val="004C4A37"/>
    <w:rsid w:val="004C69AA"/>
    <w:rsid w:val="004D0EC6"/>
    <w:rsid w:val="004E655C"/>
    <w:rsid w:val="00513A61"/>
    <w:rsid w:val="00523130"/>
    <w:rsid w:val="00523CA9"/>
    <w:rsid w:val="005303AE"/>
    <w:rsid w:val="00533584"/>
    <w:rsid w:val="005475C6"/>
    <w:rsid w:val="00555EA6"/>
    <w:rsid w:val="005617AA"/>
    <w:rsid w:val="005814DF"/>
    <w:rsid w:val="00586FF7"/>
    <w:rsid w:val="0059421B"/>
    <w:rsid w:val="005A02BB"/>
    <w:rsid w:val="005A67B8"/>
    <w:rsid w:val="005A7B4F"/>
    <w:rsid w:val="005B311B"/>
    <w:rsid w:val="005C2CA2"/>
    <w:rsid w:val="005C4105"/>
    <w:rsid w:val="005C7A82"/>
    <w:rsid w:val="005D0057"/>
    <w:rsid w:val="005D5F70"/>
    <w:rsid w:val="005E20DC"/>
    <w:rsid w:val="005F2392"/>
    <w:rsid w:val="00604744"/>
    <w:rsid w:val="00624867"/>
    <w:rsid w:val="006270A8"/>
    <w:rsid w:val="00643807"/>
    <w:rsid w:val="00644546"/>
    <w:rsid w:val="006746F9"/>
    <w:rsid w:val="006770E8"/>
    <w:rsid w:val="0068056B"/>
    <w:rsid w:val="0068287C"/>
    <w:rsid w:val="00684340"/>
    <w:rsid w:val="006919FE"/>
    <w:rsid w:val="00694E0E"/>
    <w:rsid w:val="006A5ED8"/>
    <w:rsid w:val="006B1678"/>
    <w:rsid w:val="006C1E70"/>
    <w:rsid w:val="006D04FB"/>
    <w:rsid w:val="006D2F70"/>
    <w:rsid w:val="006D3833"/>
    <w:rsid w:val="006D5230"/>
    <w:rsid w:val="006D541C"/>
    <w:rsid w:val="006D5E31"/>
    <w:rsid w:val="006E6AB9"/>
    <w:rsid w:val="006F02FB"/>
    <w:rsid w:val="006F1BEA"/>
    <w:rsid w:val="007041AE"/>
    <w:rsid w:val="00712210"/>
    <w:rsid w:val="007215F6"/>
    <w:rsid w:val="007365E2"/>
    <w:rsid w:val="00742231"/>
    <w:rsid w:val="00751B3A"/>
    <w:rsid w:val="007559FF"/>
    <w:rsid w:val="00766B61"/>
    <w:rsid w:val="00770B0A"/>
    <w:rsid w:val="00776BE3"/>
    <w:rsid w:val="00783478"/>
    <w:rsid w:val="00792F74"/>
    <w:rsid w:val="007A582D"/>
    <w:rsid w:val="007A704E"/>
    <w:rsid w:val="007B6D82"/>
    <w:rsid w:val="007C5308"/>
    <w:rsid w:val="007C7A10"/>
    <w:rsid w:val="007F3FE7"/>
    <w:rsid w:val="007F6D25"/>
    <w:rsid w:val="0080701D"/>
    <w:rsid w:val="008302FF"/>
    <w:rsid w:val="00831EDD"/>
    <w:rsid w:val="008360D8"/>
    <w:rsid w:val="008546DE"/>
    <w:rsid w:val="00860140"/>
    <w:rsid w:val="00882096"/>
    <w:rsid w:val="008845FF"/>
    <w:rsid w:val="00885346"/>
    <w:rsid w:val="0089324B"/>
    <w:rsid w:val="00895961"/>
    <w:rsid w:val="008A51DD"/>
    <w:rsid w:val="008B5069"/>
    <w:rsid w:val="008B52D6"/>
    <w:rsid w:val="008D64E5"/>
    <w:rsid w:val="008E2089"/>
    <w:rsid w:val="008E39F9"/>
    <w:rsid w:val="008F27E3"/>
    <w:rsid w:val="008F3523"/>
    <w:rsid w:val="008F6243"/>
    <w:rsid w:val="00913336"/>
    <w:rsid w:val="00921222"/>
    <w:rsid w:val="00932265"/>
    <w:rsid w:val="0093267C"/>
    <w:rsid w:val="00934EE1"/>
    <w:rsid w:val="00944CF2"/>
    <w:rsid w:val="009551C3"/>
    <w:rsid w:val="00967B35"/>
    <w:rsid w:val="00970700"/>
    <w:rsid w:val="009843BD"/>
    <w:rsid w:val="00984CCE"/>
    <w:rsid w:val="00993C8C"/>
    <w:rsid w:val="009B150C"/>
    <w:rsid w:val="009B203D"/>
    <w:rsid w:val="009B5794"/>
    <w:rsid w:val="009C05B1"/>
    <w:rsid w:val="009C1BF2"/>
    <w:rsid w:val="009C50D3"/>
    <w:rsid w:val="009D01EE"/>
    <w:rsid w:val="009D5D6E"/>
    <w:rsid w:val="009E38EA"/>
    <w:rsid w:val="009E63E6"/>
    <w:rsid w:val="00A04332"/>
    <w:rsid w:val="00A072A5"/>
    <w:rsid w:val="00A254B9"/>
    <w:rsid w:val="00A26D81"/>
    <w:rsid w:val="00A35F58"/>
    <w:rsid w:val="00A41B2F"/>
    <w:rsid w:val="00A41CCC"/>
    <w:rsid w:val="00A4785C"/>
    <w:rsid w:val="00A51EB2"/>
    <w:rsid w:val="00A656B1"/>
    <w:rsid w:val="00A72744"/>
    <w:rsid w:val="00A75B27"/>
    <w:rsid w:val="00A76BAD"/>
    <w:rsid w:val="00A83A77"/>
    <w:rsid w:val="00A83B25"/>
    <w:rsid w:val="00A86C59"/>
    <w:rsid w:val="00A936CA"/>
    <w:rsid w:val="00A94D64"/>
    <w:rsid w:val="00A9626F"/>
    <w:rsid w:val="00A96788"/>
    <w:rsid w:val="00AA6003"/>
    <w:rsid w:val="00AA6486"/>
    <w:rsid w:val="00AD0AAB"/>
    <w:rsid w:val="00AE4615"/>
    <w:rsid w:val="00AE54FD"/>
    <w:rsid w:val="00AF107D"/>
    <w:rsid w:val="00AF38EC"/>
    <w:rsid w:val="00AF4608"/>
    <w:rsid w:val="00AF70BB"/>
    <w:rsid w:val="00B034ED"/>
    <w:rsid w:val="00B14AF8"/>
    <w:rsid w:val="00B177EB"/>
    <w:rsid w:val="00B2104B"/>
    <w:rsid w:val="00B2231E"/>
    <w:rsid w:val="00B23769"/>
    <w:rsid w:val="00B2377D"/>
    <w:rsid w:val="00B338D7"/>
    <w:rsid w:val="00B43D2E"/>
    <w:rsid w:val="00B44216"/>
    <w:rsid w:val="00B46FBF"/>
    <w:rsid w:val="00B50AC5"/>
    <w:rsid w:val="00B510AB"/>
    <w:rsid w:val="00B62E5D"/>
    <w:rsid w:val="00B62F48"/>
    <w:rsid w:val="00B666A3"/>
    <w:rsid w:val="00B71AD1"/>
    <w:rsid w:val="00B7402C"/>
    <w:rsid w:val="00B84722"/>
    <w:rsid w:val="00B87B87"/>
    <w:rsid w:val="00B90ABF"/>
    <w:rsid w:val="00BA3573"/>
    <w:rsid w:val="00BA3C60"/>
    <w:rsid w:val="00BA60CD"/>
    <w:rsid w:val="00BB3089"/>
    <w:rsid w:val="00BB3543"/>
    <w:rsid w:val="00BC7FA1"/>
    <w:rsid w:val="00BD706E"/>
    <w:rsid w:val="00BE124B"/>
    <w:rsid w:val="00BE1EDB"/>
    <w:rsid w:val="00BE38A4"/>
    <w:rsid w:val="00BF25F5"/>
    <w:rsid w:val="00BF67C0"/>
    <w:rsid w:val="00C0423C"/>
    <w:rsid w:val="00C13CE1"/>
    <w:rsid w:val="00C1622D"/>
    <w:rsid w:val="00C30818"/>
    <w:rsid w:val="00C33819"/>
    <w:rsid w:val="00C362CE"/>
    <w:rsid w:val="00C37586"/>
    <w:rsid w:val="00C4700C"/>
    <w:rsid w:val="00C52297"/>
    <w:rsid w:val="00C67BE3"/>
    <w:rsid w:val="00C765D4"/>
    <w:rsid w:val="00C77A89"/>
    <w:rsid w:val="00C806E0"/>
    <w:rsid w:val="00C8225C"/>
    <w:rsid w:val="00C86CB0"/>
    <w:rsid w:val="00C90BE4"/>
    <w:rsid w:val="00C910A8"/>
    <w:rsid w:val="00CA6D56"/>
    <w:rsid w:val="00CC1A52"/>
    <w:rsid w:val="00CD2647"/>
    <w:rsid w:val="00CD7782"/>
    <w:rsid w:val="00CD7936"/>
    <w:rsid w:val="00CD7D96"/>
    <w:rsid w:val="00CE7FD5"/>
    <w:rsid w:val="00D038BD"/>
    <w:rsid w:val="00D05632"/>
    <w:rsid w:val="00D071F3"/>
    <w:rsid w:val="00D22E0C"/>
    <w:rsid w:val="00D24894"/>
    <w:rsid w:val="00D26466"/>
    <w:rsid w:val="00D27437"/>
    <w:rsid w:val="00D34842"/>
    <w:rsid w:val="00D41E7E"/>
    <w:rsid w:val="00D423D8"/>
    <w:rsid w:val="00D46D9C"/>
    <w:rsid w:val="00D52C17"/>
    <w:rsid w:val="00D52D73"/>
    <w:rsid w:val="00D572F7"/>
    <w:rsid w:val="00D6242E"/>
    <w:rsid w:val="00D629F0"/>
    <w:rsid w:val="00D66320"/>
    <w:rsid w:val="00D70D49"/>
    <w:rsid w:val="00D732DE"/>
    <w:rsid w:val="00D84D50"/>
    <w:rsid w:val="00D90725"/>
    <w:rsid w:val="00D9233D"/>
    <w:rsid w:val="00DA2663"/>
    <w:rsid w:val="00DA73AD"/>
    <w:rsid w:val="00DB3EDC"/>
    <w:rsid w:val="00DB4E6C"/>
    <w:rsid w:val="00DB60F3"/>
    <w:rsid w:val="00DC1F23"/>
    <w:rsid w:val="00DC22CE"/>
    <w:rsid w:val="00DC2A5F"/>
    <w:rsid w:val="00DC378E"/>
    <w:rsid w:val="00DD13C0"/>
    <w:rsid w:val="00DE0025"/>
    <w:rsid w:val="00DE73B4"/>
    <w:rsid w:val="00DF3D66"/>
    <w:rsid w:val="00E0018E"/>
    <w:rsid w:val="00E07BD4"/>
    <w:rsid w:val="00E131B3"/>
    <w:rsid w:val="00E2046D"/>
    <w:rsid w:val="00E25809"/>
    <w:rsid w:val="00E31F5F"/>
    <w:rsid w:val="00E42012"/>
    <w:rsid w:val="00E60EBC"/>
    <w:rsid w:val="00E62453"/>
    <w:rsid w:val="00E6543A"/>
    <w:rsid w:val="00E70055"/>
    <w:rsid w:val="00E7455C"/>
    <w:rsid w:val="00E801A0"/>
    <w:rsid w:val="00E81720"/>
    <w:rsid w:val="00EA67DA"/>
    <w:rsid w:val="00EB0C76"/>
    <w:rsid w:val="00EB2EFB"/>
    <w:rsid w:val="00EB67AC"/>
    <w:rsid w:val="00EB7194"/>
    <w:rsid w:val="00EC3172"/>
    <w:rsid w:val="00ED0FEB"/>
    <w:rsid w:val="00ED470A"/>
    <w:rsid w:val="00EE00C5"/>
    <w:rsid w:val="00EE704C"/>
    <w:rsid w:val="00F012EF"/>
    <w:rsid w:val="00F022B3"/>
    <w:rsid w:val="00F0323A"/>
    <w:rsid w:val="00F11F17"/>
    <w:rsid w:val="00F24C33"/>
    <w:rsid w:val="00F334B2"/>
    <w:rsid w:val="00F37151"/>
    <w:rsid w:val="00F37593"/>
    <w:rsid w:val="00F37BFC"/>
    <w:rsid w:val="00F37C89"/>
    <w:rsid w:val="00F433E3"/>
    <w:rsid w:val="00F5655D"/>
    <w:rsid w:val="00F6754A"/>
    <w:rsid w:val="00F73839"/>
    <w:rsid w:val="00F964A1"/>
    <w:rsid w:val="00F966C0"/>
    <w:rsid w:val="00FA0401"/>
    <w:rsid w:val="00FA4FE6"/>
    <w:rsid w:val="00FB0ED4"/>
    <w:rsid w:val="00FB1CB6"/>
    <w:rsid w:val="00FC0BC7"/>
    <w:rsid w:val="00FD14BE"/>
    <w:rsid w:val="00FD4AD9"/>
    <w:rsid w:val="00FE301D"/>
    <w:rsid w:val="00FE4EB8"/>
    <w:rsid w:val="00FE5B5F"/>
    <w:rsid w:val="00FF61F9"/>
    <w:rsid w:val="073A0C39"/>
    <w:rsid w:val="0EE99B39"/>
    <w:rsid w:val="25BD5649"/>
    <w:rsid w:val="396C3542"/>
    <w:rsid w:val="39D70A4A"/>
    <w:rsid w:val="4B5B805C"/>
    <w:rsid w:val="51372779"/>
    <w:rsid w:val="69E48585"/>
    <w:rsid w:val="7732735E"/>
    <w:rsid w:val="7C1B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20976F"/>
  <w14:defaultImageDpi w14:val="32767"/>
  <w15:chartTrackingRefBased/>
  <w15:docId w15:val="{1AC60226-63C0-7A4F-8758-542B43DD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aliases w:val="Body"/>
    <w:qFormat/>
    <w:rsid w:val="00483630"/>
    <w:pPr>
      <w:spacing w:before="60" w:after="360" w:line="312" w:lineRule="auto"/>
    </w:pPr>
    <w:rPr>
      <w:rFonts w:ascii="Arial" w:hAnsi="Arial" w:cs="Arial"/>
      <w:color w:val="222222"/>
      <w:sz w:val="21"/>
      <w:szCs w:val="21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1CCC"/>
    <w:pPr>
      <w:keepNext/>
      <w:keepLines/>
      <w:spacing w:before="240" w:line="264" w:lineRule="auto"/>
      <w:outlineLvl w:val="0"/>
    </w:pPr>
    <w:rPr>
      <w:rFonts w:ascii="Georgia" w:eastAsiaTheme="majorEastAsia" w:hAnsi="Georgia"/>
      <w:b/>
      <w:sz w:val="56"/>
      <w:szCs w:val="5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B7FD6"/>
    <w:pPr>
      <w:spacing w:before="120" w:after="240" w:line="276" w:lineRule="auto"/>
      <w:outlineLvl w:val="1"/>
    </w:pPr>
    <w:rPr>
      <w:b/>
      <w:sz w:val="36"/>
      <w:szCs w:val="3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CE7FD5"/>
    <w:pPr>
      <w:spacing w:before="0" w:after="0"/>
      <w:outlineLvl w:val="2"/>
    </w:pPr>
    <w:rPr>
      <w:iCs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rsid w:val="00885346"/>
    <w:pPr>
      <w:spacing w:before="240" w:after="0"/>
      <w:outlineLvl w:val="3"/>
    </w:pPr>
    <w:rPr>
      <w:smallCaps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rsid w:val="00483630"/>
    <w:pPr>
      <w:spacing w:before="200" w:after="0"/>
      <w:outlineLvl w:val="4"/>
    </w:pPr>
    <w:rPr>
      <w:smallCaps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83630"/>
    <w:pPr>
      <w:keepNext/>
      <w:keepLines/>
      <w:spacing w:before="40" w:after="0"/>
      <w:outlineLvl w:val="5"/>
    </w:pPr>
    <w:rPr>
      <w:rFonts w:eastAsiaTheme="majorEastAsia" w:cstheme="majorBidi"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rsid w:val="00483630"/>
    <w:pPr>
      <w:spacing w:after="0"/>
      <w:outlineLvl w:val="6"/>
    </w:pPr>
    <w:rPr>
      <w:b/>
      <w:smallCaps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rsid w:val="00483630"/>
    <w:pPr>
      <w:spacing w:after="0"/>
      <w:outlineLvl w:val="7"/>
    </w:pPr>
    <w:rPr>
      <w:b/>
      <w:i/>
      <w:smallCap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rsid w:val="00483630"/>
    <w:pPr>
      <w:spacing w:after="0"/>
      <w:outlineLvl w:val="8"/>
    </w:pPr>
    <w:rPr>
      <w:b/>
      <w:i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885346"/>
    <w:rPr>
      <w:b/>
      <w:color w:val="auto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85346"/>
    <w:rPr>
      <w:rFonts w:ascii="Arial" w:hAnsi="Arial" w:cs="Arial"/>
      <w:b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20017A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0017A"/>
    <w:rPr>
      <w:rFonts w:ascii="Georgia" w:hAnsi="Georgia" w:cs="Arial"/>
      <w:i/>
      <w:color w:val="000000"/>
      <w:sz w:val="22"/>
      <w:szCs w:val="22"/>
    </w:rPr>
  </w:style>
  <w:style w:type="paragraph" w:styleId="Title">
    <w:name w:val="Title"/>
    <w:aliases w:val="Main Title"/>
    <w:basedOn w:val="Heading1"/>
    <w:next w:val="Normal"/>
    <w:link w:val="TitleChar"/>
    <w:uiPriority w:val="10"/>
    <w:qFormat/>
    <w:rsid w:val="00523130"/>
    <w:pPr>
      <w:spacing w:before="0" w:after="0" w:line="276" w:lineRule="auto"/>
    </w:pPr>
    <w:rPr>
      <w:sz w:val="80"/>
      <w:szCs w:val="80"/>
    </w:rPr>
  </w:style>
  <w:style w:type="character" w:customStyle="1" w:styleId="TitleChar">
    <w:name w:val="Title Char"/>
    <w:aliases w:val="Main Title Char"/>
    <w:basedOn w:val="DefaultParagraphFont"/>
    <w:link w:val="Title"/>
    <w:uiPriority w:val="10"/>
    <w:rsid w:val="00523130"/>
    <w:rPr>
      <w:rFonts w:ascii="Georgia" w:eastAsiaTheme="majorEastAsia" w:hAnsi="Georgia" w:cs="Arial"/>
      <w:b/>
      <w:color w:val="222222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9"/>
    <w:rsid w:val="00A41CCC"/>
    <w:rPr>
      <w:rFonts w:ascii="Georgia" w:eastAsiaTheme="majorEastAsia" w:hAnsi="Georgia" w:cs="Arial"/>
      <w:b/>
      <w:color w:val="222222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1B7FD6"/>
    <w:rPr>
      <w:rFonts w:ascii="Arial" w:hAnsi="Arial" w:cs="Arial"/>
      <w:b/>
      <w:color w:val="222222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CE7FD5"/>
    <w:rPr>
      <w:rFonts w:ascii="Arial" w:hAnsi="Arial" w:cs="Arial"/>
      <w:b/>
      <w:iCs/>
      <w:color w:val="222222"/>
      <w:szCs w:val="2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85346"/>
    <w:rPr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83630"/>
    <w:rPr>
      <w:rFonts w:ascii="Arial" w:hAnsi="Arial" w:cs="Arial"/>
      <w:smallCaps/>
      <w:color w:val="222222"/>
      <w:spacing w:val="10"/>
      <w:sz w:val="21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83630"/>
    <w:rPr>
      <w:rFonts w:ascii="Arial" w:eastAsiaTheme="majorEastAsia" w:hAnsi="Arial" w:cstheme="majorBidi"/>
      <w:color w:val="222222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83630"/>
    <w:rPr>
      <w:rFonts w:ascii="Arial" w:hAnsi="Arial" w:cs="Arial"/>
      <w:b/>
      <w:smallCaps/>
      <w:color w:val="222222"/>
      <w:spacing w:val="1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83630"/>
    <w:rPr>
      <w:rFonts w:ascii="Arial" w:hAnsi="Arial" w:cs="Arial"/>
      <w:b/>
      <w:i/>
      <w:smallCaps/>
      <w:color w:val="222222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83630"/>
    <w:rPr>
      <w:rFonts w:ascii="Arial" w:hAnsi="Arial" w:cs="Arial"/>
      <w:b/>
      <w:i/>
      <w:smallCaps/>
      <w:color w:val="222222"/>
      <w:sz w:val="21"/>
      <w:szCs w:val="21"/>
    </w:rPr>
  </w:style>
  <w:style w:type="paragraph" w:styleId="ListParagraph">
    <w:name w:val="List Paragraph"/>
    <w:basedOn w:val="Normal"/>
    <w:uiPriority w:val="34"/>
    <w:qFormat/>
    <w:rsid w:val="00D41E7E"/>
    <w:pPr>
      <w:numPr>
        <w:numId w:val="2"/>
      </w:numPr>
      <w:spacing w:before="100" w:after="160"/>
    </w:pPr>
  </w:style>
  <w:style w:type="character" w:styleId="UnresolvedMention">
    <w:name w:val="Unresolved Mention"/>
    <w:basedOn w:val="DefaultParagraphFont"/>
    <w:uiPriority w:val="99"/>
    <w:rsid w:val="00AA6486"/>
    <w:rPr>
      <w:rFonts w:ascii="Georgia" w:hAnsi="Georgia"/>
      <w:color w:val="808080"/>
      <w:sz w:val="24"/>
      <w:shd w:val="clear" w:color="auto" w:fill="E6E6E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6486"/>
    <w:pPr>
      <w:spacing w:before="0"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6486"/>
    <w:rPr>
      <w:rFonts w:ascii="Georgia" w:hAnsi="Georgia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A6486"/>
    <w:rPr>
      <w:rFonts w:ascii="Georgia" w:hAnsi="Georgia"/>
      <w:sz w:val="24"/>
      <w:vertAlign w:val="superscript"/>
    </w:rPr>
  </w:style>
  <w:style w:type="paragraph" w:styleId="TOCHeading">
    <w:name w:val="TOC Heading"/>
    <w:basedOn w:val="Heading1"/>
    <w:next w:val="Normal"/>
    <w:uiPriority w:val="39"/>
    <w:unhideWhenUsed/>
    <w:qFormat/>
    <w:rsid w:val="00885346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44C97"/>
    <w:pPr>
      <w:spacing w:before="0" w:after="0" w:line="240" w:lineRule="auto"/>
    </w:pPr>
    <w:rPr>
      <w:rFonts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C97"/>
    <w:rPr>
      <w:rFonts w:ascii="Georgia" w:hAnsi="Georgia" w:cs="Times New Roman"/>
      <w:sz w:val="18"/>
      <w:szCs w:val="18"/>
    </w:rPr>
  </w:style>
  <w:style w:type="paragraph" w:styleId="BlockText">
    <w:name w:val="Block Text"/>
    <w:basedOn w:val="Normal"/>
    <w:autoRedefine/>
    <w:uiPriority w:val="99"/>
    <w:semiHidden/>
    <w:unhideWhenUsed/>
    <w:rsid w:val="00444C97"/>
    <w:pPr>
      <w:pBdr>
        <w:top w:val="single" w:sz="2" w:space="10" w:color="7B868C"/>
        <w:left w:val="single" w:sz="2" w:space="10" w:color="7B868C"/>
        <w:bottom w:val="single" w:sz="2" w:space="10" w:color="7B868C"/>
        <w:right w:val="single" w:sz="2" w:space="10" w:color="7B868C"/>
      </w:pBdr>
      <w:ind w:left="1152" w:right="1152"/>
    </w:pPr>
    <w:rPr>
      <w:rFonts w:eastAsiaTheme="minorEastAsia" w:cstheme="minorBidi"/>
      <w:i/>
      <w:iCs/>
      <w:color w:val="7B868C"/>
    </w:rPr>
  </w:style>
  <w:style w:type="paragraph" w:styleId="BodyText">
    <w:name w:val="Body Text"/>
    <w:aliases w:val="Table Text"/>
    <w:basedOn w:val="Normal"/>
    <w:next w:val="Normal"/>
    <w:link w:val="BodyTextChar"/>
    <w:uiPriority w:val="99"/>
    <w:unhideWhenUsed/>
    <w:rsid w:val="00B43D2E"/>
    <w:pPr>
      <w:spacing w:before="0" w:after="0"/>
    </w:pPr>
  </w:style>
  <w:style w:type="character" w:customStyle="1" w:styleId="BodyTextChar">
    <w:name w:val="Body Text Char"/>
    <w:aliases w:val="Table Text Char"/>
    <w:basedOn w:val="DefaultParagraphFont"/>
    <w:link w:val="BodyText"/>
    <w:uiPriority w:val="99"/>
    <w:rsid w:val="00B43D2E"/>
    <w:rPr>
      <w:rFonts w:ascii="Georgia" w:hAnsi="Georgia" w:cs="Arial"/>
      <w:color w:val="000000"/>
      <w:sz w:val="22"/>
      <w:szCs w:val="22"/>
    </w:rPr>
  </w:style>
  <w:style w:type="paragraph" w:styleId="Closing">
    <w:name w:val="Closing"/>
    <w:basedOn w:val="Normal"/>
    <w:link w:val="ClosingChar"/>
    <w:uiPriority w:val="99"/>
    <w:semiHidden/>
    <w:unhideWhenUsed/>
    <w:rsid w:val="00444C97"/>
    <w:pPr>
      <w:spacing w:before="0"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444C97"/>
    <w:rPr>
      <w:rFonts w:ascii="Georgia" w:hAnsi="Georgia" w:cs="Arial"/>
      <w:sz w:val="24"/>
      <w:szCs w:val="22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444C97"/>
    <w:pPr>
      <w:spacing w:before="0"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444C97"/>
    <w:rPr>
      <w:rFonts w:ascii="Georgia" w:hAnsi="Georgia" w:cs="Arial"/>
      <w:sz w:val="24"/>
      <w:szCs w:val="22"/>
    </w:rPr>
  </w:style>
  <w:style w:type="paragraph" w:styleId="EnvelopeAddress">
    <w:name w:val="envelope address"/>
    <w:basedOn w:val="Normal"/>
    <w:uiPriority w:val="99"/>
    <w:semiHidden/>
    <w:unhideWhenUsed/>
    <w:rsid w:val="00444C97"/>
    <w:pPr>
      <w:framePr w:w="7920" w:h="1980" w:hRule="exact" w:hSpace="180" w:wrap="auto" w:hAnchor="page" w:xAlign="center" w:yAlign="bottom"/>
      <w:spacing w:before="0" w:after="0" w:line="240" w:lineRule="auto"/>
      <w:ind w:left="2880"/>
    </w:pPr>
    <w:rPr>
      <w:rFonts w:eastAsiaTheme="majorEastAsia" w:cstheme="majorBidi"/>
      <w:szCs w:val="24"/>
    </w:rPr>
  </w:style>
  <w:style w:type="paragraph" w:styleId="EnvelopeReturn">
    <w:name w:val="envelope return"/>
    <w:basedOn w:val="Normal"/>
    <w:autoRedefine/>
    <w:uiPriority w:val="99"/>
    <w:semiHidden/>
    <w:unhideWhenUsed/>
    <w:rsid w:val="00444C97"/>
    <w:pPr>
      <w:spacing w:before="0" w:after="0" w:line="240" w:lineRule="auto"/>
    </w:pPr>
    <w:rPr>
      <w:rFonts w:eastAsiaTheme="majorEastAsia" w:cs="Times New Roman (Headings CS)"/>
      <w:color w:val="7B868C"/>
      <w:sz w:val="20"/>
      <w:szCs w:val="20"/>
    </w:rPr>
  </w:style>
  <w:style w:type="character" w:styleId="FollowedHyperlink">
    <w:name w:val="FollowedHyperlink"/>
    <w:basedOn w:val="Hyperlink"/>
    <w:uiPriority w:val="99"/>
    <w:unhideWhenUsed/>
    <w:rsid w:val="00523130"/>
    <w:rPr>
      <w:rFonts w:asciiTheme="minorBidi" w:hAnsiTheme="minorBidi"/>
      <w:color w:val="007665"/>
      <w:sz w:val="21"/>
      <w:u w:val="single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444C97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4C97"/>
    <w:rPr>
      <w:rFonts w:ascii="Georgia" w:hAnsi="Georgia" w:cs="Arial"/>
      <w:sz w:val="24"/>
      <w:szCs w:val="22"/>
    </w:rPr>
  </w:style>
  <w:style w:type="character" w:styleId="Hyperlink">
    <w:name w:val="Hyperlink"/>
    <w:uiPriority w:val="99"/>
    <w:unhideWhenUsed/>
    <w:rsid w:val="00523130"/>
    <w:rPr>
      <w:rFonts w:asciiTheme="minorBidi" w:hAnsiTheme="minorBidi"/>
      <w:color w:val="3B5EAB"/>
      <w:sz w:val="21"/>
      <w:u w:val="single"/>
      <w:lang w:val="nb-NO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444C97"/>
    <w:pPr>
      <w:spacing w:before="0" w:after="0" w:line="240" w:lineRule="auto"/>
      <w:ind w:left="24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444C97"/>
    <w:rPr>
      <w:rFonts w:ascii="Arial Narrow" w:eastAsiaTheme="majorEastAsia" w:hAnsi="Arial Narrow" w:cstheme="majorBidi"/>
      <w:bCs/>
    </w:rPr>
  </w:style>
  <w:style w:type="character" w:styleId="LineNumber">
    <w:name w:val="line number"/>
    <w:basedOn w:val="DefaultParagraphFont"/>
    <w:uiPriority w:val="99"/>
    <w:semiHidden/>
    <w:unhideWhenUsed/>
    <w:rsid w:val="00444C97"/>
    <w:rPr>
      <w:rFonts w:ascii="Georgia" w:hAnsi="Georgia"/>
      <w:sz w:val="24"/>
    </w:rPr>
  </w:style>
  <w:style w:type="paragraph" w:styleId="ListBullet">
    <w:name w:val="List Bullet"/>
    <w:basedOn w:val="Normal"/>
    <w:uiPriority w:val="99"/>
    <w:semiHidden/>
    <w:unhideWhenUsed/>
    <w:rsid w:val="00444C97"/>
    <w:pPr>
      <w:numPr>
        <w:numId w:val="1"/>
      </w:numPr>
      <w:contextualSpacing/>
    </w:pPr>
  </w:style>
  <w:style w:type="character" w:styleId="Mention">
    <w:name w:val="Mention"/>
    <w:basedOn w:val="DefaultParagraphFont"/>
    <w:uiPriority w:val="99"/>
    <w:semiHidden/>
    <w:unhideWhenUsed/>
    <w:rsid w:val="00444C97"/>
    <w:rPr>
      <w:rFonts w:ascii="Georgia" w:hAnsi="Georgia"/>
      <w:color w:val="3A5DAB"/>
      <w:sz w:val="24"/>
      <w:bdr w:val="none" w:sz="0" w:space="0" w:color="auto"/>
      <w:shd w:val="clear" w:color="auto" w:fill="B3DFD7"/>
    </w:rPr>
  </w:style>
  <w:style w:type="paragraph" w:styleId="MessageHeader">
    <w:name w:val="Message Header"/>
    <w:basedOn w:val="Normal"/>
    <w:link w:val="MessageHeaderChar"/>
    <w:autoRedefine/>
    <w:uiPriority w:val="99"/>
    <w:semiHidden/>
    <w:unhideWhenUsed/>
    <w:rsid w:val="00444C97"/>
    <w:pPr>
      <w:pBdr>
        <w:top w:val="single" w:sz="6" w:space="1" w:color="222222"/>
        <w:left w:val="single" w:sz="6" w:space="1" w:color="222222"/>
        <w:bottom w:val="single" w:sz="6" w:space="1" w:color="222222"/>
        <w:right w:val="single" w:sz="6" w:space="1" w:color="222222"/>
      </w:pBdr>
      <w:shd w:val="clear" w:color="auto" w:fill="B3DFD7"/>
      <w:spacing w:before="0" w:after="0" w:line="240" w:lineRule="auto"/>
      <w:ind w:left="1080" w:hanging="1080"/>
    </w:pPr>
    <w:rPr>
      <w:rFonts w:eastAsiaTheme="majorEastAsia" w:cstheme="majorBidi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444C97"/>
    <w:rPr>
      <w:rFonts w:ascii="Arial" w:eastAsiaTheme="majorEastAsia" w:hAnsi="Arial" w:cstheme="majorBidi"/>
      <w:sz w:val="24"/>
      <w:shd w:val="clear" w:color="auto" w:fill="B3DFD7"/>
    </w:rPr>
  </w:style>
  <w:style w:type="paragraph" w:styleId="NormalWeb">
    <w:name w:val="Normal (Web)"/>
    <w:basedOn w:val="Normal"/>
    <w:uiPriority w:val="99"/>
    <w:unhideWhenUsed/>
    <w:rsid w:val="00444C97"/>
    <w:rPr>
      <w:rFonts w:cs="Times New Roman"/>
      <w:szCs w:val="24"/>
    </w:r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444C97"/>
    <w:pPr>
      <w:spacing w:before="0"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444C97"/>
    <w:rPr>
      <w:rFonts w:ascii="Georgia" w:hAnsi="Georgia" w:cs="Arial"/>
      <w:sz w:val="24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444C97"/>
    <w:rPr>
      <w:rFonts w:ascii="Georgia" w:hAnsi="Georgia"/>
      <w:sz w:val="24"/>
    </w:rPr>
  </w:style>
  <w:style w:type="character" w:styleId="PlaceholderText">
    <w:name w:val="Placeholder Text"/>
    <w:basedOn w:val="DefaultParagraphFont"/>
    <w:uiPriority w:val="99"/>
    <w:semiHidden/>
    <w:rsid w:val="00444C97"/>
    <w:rPr>
      <w:rFonts w:ascii="Georgia" w:hAnsi="Georgia"/>
      <w:color w:val="808080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444C97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444C97"/>
    <w:rPr>
      <w:rFonts w:ascii="Georgia" w:hAnsi="Georgia" w:cs="Arial"/>
      <w:sz w:val="24"/>
      <w:szCs w:val="22"/>
    </w:rPr>
  </w:style>
  <w:style w:type="character" w:styleId="SmartHyperlink">
    <w:name w:val="Smart Hyperlink"/>
    <w:basedOn w:val="DefaultParagraphFont"/>
    <w:uiPriority w:val="99"/>
    <w:semiHidden/>
    <w:unhideWhenUsed/>
    <w:rsid w:val="00444C97"/>
    <w:rPr>
      <w:rFonts w:ascii="Georgia" w:hAnsi="Georgia"/>
      <w:sz w:val="24"/>
      <w:u w:val="dotted"/>
    </w:rPr>
  </w:style>
  <w:style w:type="paragraph" w:styleId="TOAHeading">
    <w:name w:val="toa heading"/>
    <w:basedOn w:val="Normal"/>
    <w:next w:val="Normal"/>
    <w:uiPriority w:val="99"/>
    <w:semiHidden/>
    <w:unhideWhenUsed/>
    <w:rsid w:val="00444C97"/>
    <w:pPr>
      <w:spacing w:before="120"/>
    </w:pPr>
    <w:rPr>
      <w:rFonts w:eastAsiaTheme="majorEastAsia" w:cstheme="majorBidi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064839"/>
    <w:pPr>
      <w:tabs>
        <w:tab w:val="right" w:leader="dot" w:pos="9350"/>
      </w:tabs>
      <w:spacing w:before="120" w:after="0"/>
    </w:pPr>
    <w:rPr>
      <w:rFonts w:cstheme="minorHAnsi"/>
      <w:b/>
      <w:bCs/>
      <w:i/>
      <w:iCs/>
      <w:sz w:val="24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0C47AF"/>
    <w:pPr>
      <w:tabs>
        <w:tab w:val="right" w:leader="dot" w:pos="9350"/>
      </w:tabs>
      <w:spacing w:before="120" w:after="0"/>
      <w:ind w:left="210"/>
    </w:pPr>
    <w:rPr>
      <w:rFonts w:asciiTheme="minorBidi" w:hAnsiTheme="minorBidi" w:cstheme="minorHAnsi"/>
      <w:b/>
      <w:bCs/>
      <w:sz w:val="22"/>
      <w:szCs w:val="26"/>
    </w:rPr>
  </w:style>
  <w:style w:type="paragraph" w:styleId="TOC3">
    <w:name w:val="toc 3"/>
    <w:basedOn w:val="Normal"/>
    <w:next w:val="Normal"/>
    <w:autoRedefine/>
    <w:uiPriority w:val="39"/>
    <w:unhideWhenUsed/>
    <w:rsid w:val="00226CE8"/>
    <w:pPr>
      <w:spacing w:before="0" w:after="0"/>
      <w:ind w:left="420"/>
    </w:pPr>
    <w:rPr>
      <w:rFonts w:cstheme="minorHAnsi"/>
      <w:sz w:val="20"/>
      <w:szCs w:val="24"/>
    </w:rPr>
  </w:style>
  <w:style w:type="character" w:styleId="Emphasis">
    <w:name w:val="Emphasis"/>
    <w:uiPriority w:val="20"/>
    <w:rsid w:val="00885346"/>
    <w:rPr>
      <w:b/>
      <w:i/>
      <w:spacing w:val="10"/>
    </w:rPr>
  </w:style>
  <w:style w:type="paragraph" w:customStyle="1" w:styleId="BasicParagraph">
    <w:name w:val="[Basic Paragraph]"/>
    <w:basedOn w:val="Normal"/>
    <w:uiPriority w:val="99"/>
    <w:rsid w:val="00090C8E"/>
    <w:pPr>
      <w:autoSpaceDE w:val="0"/>
      <w:autoSpaceDN w:val="0"/>
      <w:adjustRightInd w:val="0"/>
      <w:spacing w:before="0" w:after="0"/>
      <w:textAlignment w:val="center"/>
    </w:pPr>
    <w:rPr>
      <w:rFonts w:ascii="Minion Pro" w:hAnsi="Minion Pro" w:cs="Minion Pr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090C8E"/>
    <w:pPr>
      <w:tabs>
        <w:tab w:val="center" w:pos="4680"/>
        <w:tab w:val="right" w:pos="9360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0C8E"/>
    <w:rPr>
      <w:rFonts w:ascii="Georgia" w:eastAsia="Times New Roman" w:hAnsi="Georgia" w:cs="Arial"/>
      <w:color w:val="000000"/>
      <w:sz w:val="22"/>
      <w:szCs w:val="2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885346"/>
    <w:pPr>
      <w:spacing w:before="0" w:after="200" w:line="240" w:lineRule="auto"/>
    </w:pPr>
    <w:rPr>
      <w:i/>
      <w:iCs/>
      <w:color w:val="7B868C" w:themeColor="text2"/>
      <w:sz w:val="18"/>
      <w:szCs w:val="18"/>
    </w:rPr>
  </w:style>
  <w:style w:type="character" w:styleId="Strong">
    <w:name w:val="Strong"/>
    <w:uiPriority w:val="22"/>
    <w:rsid w:val="00885346"/>
    <w:rPr>
      <w:b/>
      <w:color w:val="3AC1CC" w:themeColor="accent2"/>
    </w:rPr>
  </w:style>
  <w:style w:type="paragraph" w:styleId="NoSpacing">
    <w:name w:val="No Spacing"/>
    <w:basedOn w:val="Normal"/>
    <w:link w:val="NoSpacingChar"/>
    <w:uiPriority w:val="1"/>
    <w:rsid w:val="00885346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885346"/>
  </w:style>
  <w:style w:type="character" w:styleId="SubtleEmphasis">
    <w:name w:val="Subtle Emphasis"/>
    <w:uiPriority w:val="19"/>
    <w:rsid w:val="00885346"/>
    <w:rPr>
      <w:i/>
    </w:rPr>
  </w:style>
  <w:style w:type="character" w:styleId="IntenseEmphasis">
    <w:name w:val="Intense Emphasis"/>
    <w:uiPriority w:val="21"/>
    <w:rsid w:val="00885346"/>
    <w:rPr>
      <w:b/>
      <w:i/>
      <w:color w:val="3AC1CC" w:themeColor="accent2"/>
      <w:spacing w:val="10"/>
    </w:rPr>
  </w:style>
  <w:style w:type="character" w:styleId="SubtleReference">
    <w:name w:val="Subtle Reference"/>
    <w:uiPriority w:val="31"/>
    <w:rsid w:val="00885346"/>
    <w:rPr>
      <w:b/>
    </w:rPr>
  </w:style>
  <w:style w:type="character" w:styleId="IntenseReference">
    <w:name w:val="Intense Reference"/>
    <w:uiPriority w:val="32"/>
    <w:rsid w:val="00885346"/>
    <w:rPr>
      <w:b/>
      <w:bCs/>
      <w:smallCaps/>
      <w:spacing w:val="5"/>
      <w:sz w:val="22"/>
      <w:szCs w:val="22"/>
      <w:u w:val="single"/>
    </w:rPr>
  </w:style>
  <w:style w:type="character" w:styleId="BookTitle">
    <w:name w:val="Book Title"/>
    <w:uiPriority w:val="33"/>
    <w:rsid w:val="00885346"/>
    <w:rPr>
      <w:rFonts w:asciiTheme="majorHAnsi" w:eastAsiaTheme="majorEastAsia" w:hAnsiTheme="majorHAnsi" w:cstheme="majorBidi"/>
      <w:i/>
      <w:iCs/>
      <w:sz w:val="20"/>
      <w:szCs w:val="20"/>
    </w:rPr>
  </w:style>
  <w:style w:type="paragraph" w:customStyle="1" w:styleId="Pa3">
    <w:name w:val="Pa3"/>
    <w:basedOn w:val="Normal"/>
    <w:next w:val="Normal"/>
    <w:uiPriority w:val="99"/>
    <w:rsid w:val="00082220"/>
    <w:pPr>
      <w:autoSpaceDE w:val="0"/>
      <w:autoSpaceDN w:val="0"/>
      <w:adjustRightInd w:val="0"/>
      <w:spacing w:before="0" w:after="0" w:line="221" w:lineRule="atLeast"/>
    </w:pPr>
    <w:rPr>
      <w:rFonts w:ascii="Mercury Text G1" w:hAnsi="Mercury Text G1" w:cstheme="minorBidi"/>
      <w:color w:val="auto"/>
      <w:sz w:val="24"/>
      <w:szCs w:val="24"/>
    </w:rPr>
  </w:style>
  <w:style w:type="character" w:customStyle="1" w:styleId="A5">
    <w:name w:val="A5"/>
    <w:uiPriority w:val="99"/>
    <w:rsid w:val="00082220"/>
    <w:rPr>
      <w:rFonts w:cs="Mercury Text G1"/>
      <w:color w:val="39C1CD"/>
      <w:sz w:val="22"/>
      <w:szCs w:val="22"/>
      <w:u w:val="single"/>
    </w:rPr>
  </w:style>
  <w:style w:type="table" w:styleId="TableGrid">
    <w:name w:val="Table Grid"/>
    <w:basedOn w:val="TableNormal"/>
    <w:uiPriority w:val="39"/>
    <w:rsid w:val="00776B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llOutBoxHeader">
    <w:name w:val="Pull Out Box Header"/>
    <w:basedOn w:val="Heading2"/>
    <w:qFormat/>
    <w:rsid w:val="00060810"/>
    <w:pPr>
      <w:framePr w:hSpace="288" w:vSpace="288" w:wrap="around" w:vAnchor="page" w:hAnchor="margin" w:xAlign="right" w:y="3167"/>
      <w:spacing w:after="0"/>
      <w:ind w:left="249" w:right="261"/>
      <w:suppressOverlap/>
    </w:pPr>
    <w:rPr>
      <w:sz w:val="24"/>
      <w:szCs w:val="24"/>
    </w:rPr>
  </w:style>
  <w:style w:type="table" w:styleId="GridTable4-Accent1">
    <w:name w:val="Grid Table 4 Accent 1"/>
    <w:basedOn w:val="TableNormal"/>
    <w:uiPriority w:val="49"/>
    <w:rsid w:val="00DD13C0"/>
    <w:tblPr>
      <w:tblStyleRowBandSize w:val="1"/>
      <w:tblStyleColBandSize w:val="1"/>
      <w:tblBorders>
        <w:top w:val="single" w:sz="4" w:space="0" w:color="FF9781" w:themeColor="accent1" w:themeTint="99"/>
        <w:left w:val="single" w:sz="4" w:space="0" w:color="FF9781" w:themeColor="accent1" w:themeTint="99"/>
        <w:bottom w:val="single" w:sz="4" w:space="0" w:color="FF9781" w:themeColor="accent1" w:themeTint="99"/>
        <w:right w:val="single" w:sz="4" w:space="0" w:color="FF9781" w:themeColor="accent1" w:themeTint="99"/>
        <w:insideH w:val="single" w:sz="4" w:space="0" w:color="FF9781" w:themeColor="accent1" w:themeTint="99"/>
        <w:insideV w:val="single" w:sz="4" w:space="0" w:color="FF978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532E" w:themeColor="accent1"/>
          <w:left w:val="single" w:sz="4" w:space="0" w:color="FF532E" w:themeColor="accent1"/>
          <w:bottom w:val="single" w:sz="4" w:space="0" w:color="FF532E" w:themeColor="accent1"/>
          <w:right w:val="single" w:sz="4" w:space="0" w:color="FF532E" w:themeColor="accent1"/>
          <w:insideH w:val="nil"/>
          <w:insideV w:val="nil"/>
        </w:tcBorders>
        <w:shd w:val="clear" w:color="auto" w:fill="FF532E" w:themeFill="accent1"/>
      </w:tcPr>
    </w:tblStylePr>
    <w:tblStylePr w:type="lastRow">
      <w:rPr>
        <w:b/>
        <w:bCs/>
      </w:rPr>
      <w:tblPr/>
      <w:tcPr>
        <w:tcBorders>
          <w:top w:val="double" w:sz="4" w:space="0" w:color="FF532E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CD5" w:themeFill="accent1" w:themeFillTint="33"/>
      </w:tcPr>
    </w:tblStylePr>
    <w:tblStylePr w:type="band1Horz">
      <w:tblPr/>
      <w:tcPr>
        <w:shd w:val="clear" w:color="auto" w:fill="FFDCD5" w:themeFill="accent1" w:themeFillTint="33"/>
      </w:tcPr>
    </w:tblStylePr>
  </w:style>
  <w:style w:type="table" w:styleId="GridTable4-Accent4">
    <w:name w:val="Grid Table 4 Accent 4"/>
    <w:basedOn w:val="TableNormal"/>
    <w:uiPriority w:val="49"/>
    <w:rsid w:val="00B43D2E"/>
    <w:tblPr>
      <w:tblStyleRowBandSize w:val="1"/>
      <w:tblStyleColBandSize w:val="1"/>
      <w:tblBorders>
        <w:top w:val="single" w:sz="4" w:space="0" w:color="48FFB5" w:themeColor="accent4" w:themeTint="99"/>
        <w:left w:val="single" w:sz="4" w:space="0" w:color="48FFB5" w:themeColor="accent4" w:themeTint="99"/>
        <w:bottom w:val="single" w:sz="4" w:space="0" w:color="48FFB5" w:themeColor="accent4" w:themeTint="99"/>
        <w:right w:val="single" w:sz="4" w:space="0" w:color="48FFB5" w:themeColor="accent4" w:themeTint="99"/>
        <w:insideH w:val="single" w:sz="4" w:space="0" w:color="48FFB5" w:themeColor="accent4" w:themeTint="99"/>
        <w:insideV w:val="single" w:sz="4" w:space="0" w:color="48FFB5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CE7B" w:themeColor="accent4"/>
          <w:left w:val="single" w:sz="4" w:space="0" w:color="00CE7B" w:themeColor="accent4"/>
          <w:bottom w:val="single" w:sz="4" w:space="0" w:color="00CE7B" w:themeColor="accent4"/>
          <w:right w:val="single" w:sz="4" w:space="0" w:color="00CE7B" w:themeColor="accent4"/>
          <w:insideH w:val="nil"/>
          <w:insideV w:val="nil"/>
        </w:tcBorders>
        <w:shd w:val="clear" w:color="auto" w:fill="00CE7B" w:themeFill="accent4"/>
      </w:tcPr>
    </w:tblStylePr>
    <w:tblStylePr w:type="lastRow">
      <w:rPr>
        <w:b/>
        <w:bCs/>
      </w:rPr>
      <w:tblPr/>
      <w:tcPr>
        <w:tcBorders>
          <w:top w:val="double" w:sz="4" w:space="0" w:color="00CE7B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FFE6" w:themeFill="accent4" w:themeFillTint="33"/>
      </w:tcPr>
    </w:tblStylePr>
    <w:tblStylePr w:type="band1Horz">
      <w:tblPr/>
      <w:tcPr>
        <w:shd w:val="clear" w:color="auto" w:fill="C2FFE6" w:themeFill="accent4" w:themeFillTint="33"/>
      </w:tcPr>
    </w:tblStylePr>
  </w:style>
  <w:style w:type="paragraph" w:styleId="EndnoteText">
    <w:name w:val="endnote text"/>
    <w:basedOn w:val="Normal"/>
    <w:link w:val="EndnoteTextChar"/>
    <w:uiPriority w:val="99"/>
    <w:semiHidden/>
    <w:unhideWhenUsed/>
    <w:rsid w:val="0019220F"/>
    <w:pPr>
      <w:spacing w:before="0"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9220F"/>
    <w:rPr>
      <w:rFonts w:ascii="Georgia" w:hAnsi="Georgia" w:cs="Arial"/>
      <w:color w:val="000000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9220F"/>
    <w:rPr>
      <w:vertAlign w:val="superscript"/>
    </w:rPr>
  </w:style>
  <w:style w:type="table" w:styleId="GridTable4-Accent2">
    <w:name w:val="Grid Table 4 Accent 2"/>
    <w:basedOn w:val="TableNormal"/>
    <w:uiPriority w:val="49"/>
    <w:rsid w:val="00B50AC5"/>
    <w:tblPr>
      <w:tblStyleRowBandSize w:val="1"/>
      <w:tblStyleColBandSize w:val="1"/>
      <w:tblBorders>
        <w:top w:val="single" w:sz="4" w:space="0" w:color="88D9E0" w:themeColor="accent2" w:themeTint="99"/>
        <w:left w:val="single" w:sz="4" w:space="0" w:color="88D9E0" w:themeColor="accent2" w:themeTint="99"/>
        <w:bottom w:val="single" w:sz="4" w:space="0" w:color="88D9E0" w:themeColor="accent2" w:themeTint="99"/>
        <w:right w:val="single" w:sz="4" w:space="0" w:color="88D9E0" w:themeColor="accent2" w:themeTint="99"/>
        <w:insideH w:val="single" w:sz="4" w:space="0" w:color="88D9E0" w:themeColor="accent2" w:themeTint="99"/>
        <w:insideV w:val="single" w:sz="4" w:space="0" w:color="88D9E0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3AC1CC" w:themeColor="accent2"/>
          <w:left w:val="single" w:sz="4" w:space="0" w:color="3AC1CC" w:themeColor="accent2"/>
          <w:bottom w:val="single" w:sz="4" w:space="0" w:color="3AC1CC" w:themeColor="accent2"/>
          <w:right w:val="single" w:sz="4" w:space="0" w:color="3AC1CC" w:themeColor="accent2"/>
          <w:insideH w:val="nil"/>
          <w:insideV w:val="nil"/>
        </w:tcBorders>
        <w:shd w:val="clear" w:color="auto" w:fill="3AC1CC" w:themeFill="accent2"/>
      </w:tcPr>
    </w:tblStylePr>
    <w:tblStylePr w:type="lastRow">
      <w:rPr>
        <w:b/>
        <w:bCs/>
      </w:rPr>
      <w:tblPr/>
      <w:tcPr>
        <w:tcBorders>
          <w:top w:val="double" w:sz="4" w:space="0" w:color="3AC1CC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7F2F4" w:themeFill="accent2" w:themeFillTint="33"/>
      </w:tcPr>
    </w:tblStylePr>
    <w:tblStylePr w:type="band1Horz">
      <w:tblPr/>
      <w:tcPr>
        <w:shd w:val="clear" w:color="auto" w:fill="D7F2F4" w:themeFill="accent2" w:themeFillTint="33"/>
      </w:tcPr>
    </w:tblStylePr>
  </w:style>
  <w:style w:type="character" w:customStyle="1" w:styleId="normaltextrun">
    <w:name w:val="normaltextrun"/>
    <w:basedOn w:val="DefaultParagraphFont"/>
    <w:rsid w:val="00BE1EDB"/>
  </w:style>
  <w:style w:type="character" w:styleId="CommentReference">
    <w:name w:val="annotation reference"/>
    <w:basedOn w:val="DefaultParagraphFont"/>
    <w:uiPriority w:val="99"/>
    <w:semiHidden/>
    <w:unhideWhenUsed/>
    <w:rsid w:val="006248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2486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24867"/>
    <w:rPr>
      <w:rFonts w:ascii="Georgia" w:hAnsi="Georgia" w:cs="Arial"/>
      <w:color w:val="000000"/>
      <w:sz w:val="20"/>
      <w:szCs w:val="20"/>
    </w:rPr>
  </w:style>
  <w:style w:type="character" w:customStyle="1" w:styleId="eop">
    <w:name w:val="eop"/>
    <w:basedOn w:val="DefaultParagraphFont"/>
    <w:rsid w:val="00EB67AC"/>
  </w:style>
  <w:style w:type="paragraph" w:customStyle="1" w:styleId="TOC">
    <w:name w:val="TOC"/>
    <w:qFormat/>
    <w:rsid w:val="00060810"/>
    <w:rPr>
      <w:rFonts w:ascii="Arial" w:hAnsi="Arial" w:cs="Arial"/>
      <w:b/>
      <w:bCs/>
      <w:color w:val="222222"/>
      <w:sz w:val="36"/>
      <w:szCs w:val="36"/>
    </w:rPr>
  </w:style>
  <w:style w:type="numbering" w:customStyle="1" w:styleId="CurrentList1">
    <w:name w:val="Current List1"/>
    <w:uiPriority w:val="99"/>
    <w:rsid w:val="00A656B1"/>
    <w:pPr>
      <w:numPr>
        <w:numId w:val="3"/>
      </w:numPr>
    </w:pPr>
  </w:style>
  <w:style w:type="paragraph" w:styleId="Revision">
    <w:name w:val="Revision"/>
    <w:hidden/>
    <w:uiPriority w:val="99"/>
    <w:semiHidden/>
    <w:rsid w:val="00A83B25"/>
    <w:rPr>
      <w:rFonts w:ascii="Arial" w:hAnsi="Arial" w:cs="Arial"/>
      <w:color w:val="222222"/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C22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C22CE"/>
    <w:rPr>
      <w:rFonts w:ascii="Arial" w:hAnsi="Arial" w:cs="Arial"/>
      <w:b/>
      <w:bCs/>
      <w:color w:val="222222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226CE8"/>
    <w:pPr>
      <w:spacing w:before="0" w:after="0"/>
      <w:ind w:left="630"/>
    </w:pPr>
    <w:rPr>
      <w:rFonts w:asciiTheme="minorHAnsi" w:hAnsiTheme="minorHAnsi" w:cstheme="minorHAnsi"/>
      <w:sz w:val="20"/>
      <w:szCs w:val="24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226CE8"/>
    <w:pPr>
      <w:spacing w:before="0" w:after="0"/>
      <w:ind w:left="840"/>
    </w:pPr>
    <w:rPr>
      <w:rFonts w:asciiTheme="minorHAnsi" w:hAnsiTheme="minorHAnsi" w:cstheme="minorHAnsi"/>
      <w:sz w:val="20"/>
      <w:szCs w:val="24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226CE8"/>
    <w:pPr>
      <w:spacing w:before="0" w:after="0"/>
      <w:ind w:left="1050"/>
    </w:pPr>
    <w:rPr>
      <w:rFonts w:asciiTheme="minorHAnsi" w:hAnsiTheme="minorHAnsi" w:cstheme="minorHAnsi"/>
      <w:sz w:val="20"/>
      <w:szCs w:val="24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226CE8"/>
    <w:pPr>
      <w:spacing w:before="0" w:after="0"/>
      <w:ind w:left="1260"/>
    </w:pPr>
    <w:rPr>
      <w:rFonts w:asciiTheme="minorHAnsi" w:hAnsiTheme="minorHAnsi" w:cstheme="minorHAnsi"/>
      <w:sz w:val="20"/>
      <w:szCs w:val="24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226CE8"/>
    <w:pPr>
      <w:spacing w:before="0" w:after="0"/>
      <w:ind w:left="1470"/>
    </w:pPr>
    <w:rPr>
      <w:rFonts w:asciiTheme="minorHAnsi" w:hAnsiTheme="minorHAnsi" w:cstheme="minorHAnsi"/>
      <w:sz w:val="20"/>
      <w:szCs w:val="24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226CE8"/>
    <w:pPr>
      <w:spacing w:before="0" w:after="0"/>
      <w:ind w:left="1680"/>
    </w:pPr>
    <w:rPr>
      <w:rFonts w:asciiTheme="minorHAnsi" w:hAnsiTheme="minorHAnsi" w:cstheme="minorHAnsi"/>
      <w:sz w:val="20"/>
      <w:szCs w:val="24"/>
    </w:rPr>
  </w:style>
  <w:style w:type="paragraph" w:customStyle="1" w:styleId="PullQuoteText">
    <w:name w:val="Pull Quote Text"/>
    <w:basedOn w:val="Normal"/>
    <w:qFormat/>
    <w:rsid w:val="00226CE8"/>
    <w:pPr>
      <w:spacing w:before="240" w:after="0"/>
    </w:pPr>
    <w:rPr>
      <w:rFonts w:ascii="Georgia" w:hAnsi="Georgia"/>
      <w:i/>
      <w:iCs/>
      <w:sz w:val="36"/>
      <w:szCs w:val="36"/>
      <w:lang w:val="sv-SE"/>
    </w:rPr>
  </w:style>
  <w:style w:type="paragraph" w:customStyle="1" w:styleId="PullQuoteAuthor">
    <w:name w:val="Pull Quote Author"/>
    <w:basedOn w:val="Normal"/>
    <w:qFormat/>
    <w:rsid w:val="00523130"/>
    <w:pPr>
      <w:ind w:right="720"/>
    </w:pPr>
    <w:rPr>
      <w:b/>
      <w:bCs/>
      <w:sz w:val="18"/>
      <w:szCs w:val="18"/>
    </w:rPr>
  </w:style>
  <w:style w:type="paragraph" w:customStyle="1" w:styleId="PullQuoteQuotationMark">
    <w:name w:val="Pull Quote Quotation Mark"/>
    <w:basedOn w:val="Normal"/>
    <w:qFormat/>
    <w:rsid w:val="00226CE8"/>
    <w:pPr>
      <w:spacing w:before="0" w:after="0"/>
    </w:pPr>
    <w:rPr>
      <w:rFonts w:ascii="Georgia" w:hAnsi="Georgia"/>
      <w:b/>
      <w:bCs/>
      <w:sz w:val="144"/>
      <w:szCs w:val="1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25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7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ssuresh/JFF%20Dropbox/Swetha%20Suresh/DESIGN%20TEAM/_Brand%20Assets/Templates/Word%20Publication%20Template/JFF_Word_Publication_Template_120222.dotx" TargetMode="External"/></Relationships>
</file>

<file path=word/theme/theme1.xml><?xml version="1.0" encoding="utf-8"?>
<a:theme xmlns:a="http://schemas.openxmlformats.org/drawingml/2006/main" name="Office Theme">
  <a:themeElements>
    <a:clrScheme name="JFF Colors 1">
      <a:dk1>
        <a:srgbClr val="222222"/>
      </a:dk1>
      <a:lt1>
        <a:srgbClr val="FFFFFF"/>
      </a:lt1>
      <a:dk2>
        <a:srgbClr val="7B868C"/>
      </a:dk2>
      <a:lt2>
        <a:srgbClr val="D9D8D6"/>
      </a:lt2>
      <a:accent1>
        <a:srgbClr val="FF532E"/>
      </a:accent1>
      <a:accent2>
        <a:srgbClr val="3AC1CC"/>
      </a:accent2>
      <a:accent3>
        <a:srgbClr val="DEE12B"/>
      </a:accent3>
      <a:accent4>
        <a:srgbClr val="00CE7B"/>
      </a:accent4>
      <a:accent5>
        <a:srgbClr val="B3DFD7"/>
      </a:accent5>
      <a:accent6>
        <a:srgbClr val="F0D383"/>
      </a:accent6>
      <a:hlink>
        <a:srgbClr val="3A5DAB"/>
      </a:hlink>
      <a:folHlink>
        <a:srgbClr val="007766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f37854-6b20-42ab-9259-442f4248d230">
      <Terms xmlns="http://schemas.microsoft.com/office/infopath/2007/PartnerControls"/>
    </lcf76f155ced4ddcb4097134ff3c332f>
    <TaxCatchAll xmlns="e8aa55cb-db85-43f8-9767-efe6ac8e9b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A171D074C0FA4399890CF644BFC99E" ma:contentTypeVersion="20" ma:contentTypeDescription="Create a new document." ma:contentTypeScope="" ma:versionID="ee52c8f61f3e25c0a73fc2a64afa939a">
  <xsd:schema xmlns:xsd="http://www.w3.org/2001/XMLSchema" xmlns:xs="http://www.w3.org/2001/XMLSchema" xmlns:p="http://schemas.microsoft.com/office/2006/metadata/properties" xmlns:ns2="55f37854-6b20-42ab-9259-442f4248d230" xmlns:ns3="e8aa55cb-db85-43f8-9767-efe6ac8e9b32" targetNamespace="http://schemas.microsoft.com/office/2006/metadata/properties" ma:root="true" ma:fieldsID="114d41fdd2648ad51276ea6b401d7674" ns2:_="" ns3:_="">
    <xsd:import namespace="55f37854-6b20-42ab-9259-442f4248d230"/>
    <xsd:import namespace="e8aa55cb-db85-43f8-9767-efe6ac8e9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f37854-6b20-42ab-9259-442f4248d2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058e4fe1-995d-4825-b7f3-723cda114d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aa55cb-db85-43f8-9767-efe6ac8e9b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68ec2b8c-cf88-4f1a-a395-c156169d2748}" ma:internalName="TaxCatchAll" ma:showField="CatchAllData" ma:web="e8aa55cb-db85-43f8-9767-efe6ac8e9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277F08-CD6A-46C2-8D14-BFA03B5A53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5AECA9-DEF5-46A0-BC61-F5FD5AFBC042}">
  <ds:schemaRefs>
    <ds:schemaRef ds:uri="http://schemas.microsoft.com/office/2006/metadata/properties"/>
    <ds:schemaRef ds:uri="http://schemas.microsoft.com/office/infopath/2007/PartnerControls"/>
    <ds:schemaRef ds:uri="55f37854-6b20-42ab-9259-442f4248d230"/>
    <ds:schemaRef ds:uri="e8aa55cb-db85-43f8-9767-efe6ac8e9b32"/>
  </ds:schemaRefs>
</ds:datastoreItem>
</file>

<file path=customXml/itemProps3.xml><?xml version="1.0" encoding="utf-8"?>
<ds:datastoreItem xmlns:ds="http://schemas.openxmlformats.org/officeDocument/2006/customXml" ds:itemID="{ACAAC0E8-17F9-4F9F-9F41-5EF25315B2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f37854-6b20-42ab-9259-442f4248d230"/>
    <ds:schemaRef ds:uri="e8aa55cb-db85-43f8-9767-efe6ac8e9b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47C7B12-0C47-8D41-B708-09CEE74C0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JFF_Word_Publication_Template_120222.dotx</Template>
  <TotalTime>0</TotalTime>
  <Pages>2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Chantal English</cp:lastModifiedBy>
  <cp:revision>10</cp:revision>
  <cp:lastPrinted>2022-11-17T23:27:00Z</cp:lastPrinted>
  <dcterms:created xsi:type="dcterms:W3CDTF">2024-01-02T21:24:00Z</dcterms:created>
  <dcterms:modified xsi:type="dcterms:W3CDTF">2024-01-31T21:38:00Z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0x0101001EA171D074C0FA4399890CF644BFC99E</vt:lpwstr>
  </property>
  <property fmtid="{D5CDD505-2E9C-101B-9397-08002B2CF9AE}" pid="3" name="MediaServiceImageTags">
    <vt:lpwstr/>
  </property>
</Properties>
</file>